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9F" w:rsidRDefault="0098566E" w:rsidP="00C36743">
      <w:pPr>
        <w:pStyle w:val="BodyText"/>
        <w:rPr>
          <w:lang w:val="fr-FR"/>
        </w:rPr>
      </w:pPr>
      <w:bookmarkStart w:id="0" w:name="CBP_Project"/>
      <w:r>
        <w:rPr>
          <w:noProof/>
          <w:lang w:val="en-US"/>
        </w:rPr>
        <w:drawing>
          <wp:inline distT="0" distB="0" distL="0" distR="0">
            <wp:extent cx="2505075" cy="1019175"/>
            <wp:effectExtent l="19050" t="0" r="9525" b="0"/>
            <wp:docPr id="4" name="Picture 1" descr="SECUREX logo 2009 BEL 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CUREX logo 2009 BEL RV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66E" w:rsidRDefault="0098566E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55263D" w:rsidRDefault="0055263D" w:rsidP="00C36743">
      <w:pPr>
        <w:pStyle w:val="BodyText"/>
        <w:rPr>
          <w:lang w:val="fr-FR"/>
        </w:rPr>
      </w:pPr>
    </w:p>
    <w:p w:rsidR="0098566E" w:rsidRPr="00B317ED" w:rsidRDefault="0098566E" w:rsidP="00C36743">
      <w:pPr>
        <w:pStyle w:val="BodyText"/>
        <w:rPr>
          <w:lang w:val="fr-FR"/>
        </w:rPr>
      </w:pPr>
    </w:p>
    <w:p w:rsidR="00F6612E" w:rsidRPr="001D648F" w:rsidRDefault="00D67337" w:rsidP="00C36743">
      <w:pPr>
        <w:pStyle w:val="BodyText"/>
        <w:jc w:val="center"/>
        <w:rPr>
          <w:b/>
          <w:color w:val="FF6600"/>
          <w:sz w:val="48"/>
          <w:szCs w:val="48"/>
          <w:lang w:val="de-DE"/>
        </w:rPr>
      </w:pPr>
      <w:r w:rsidRPr="001D648F">
        <w:rPr>
          <w:b/>
          <w:color w:val="FF6600"/>
          <w:sz w:val="48"/>
          <w:szCs w:val="48"/>
          <w:lang w:val="de-DE"/>
        </w:rPr>
        <w:t>Project Charter</w:t>
      </w:r>
    </w:p>
    <w:p w:rsidR="00DB6D58" w:rsidRPr="001D648F" w:rsidRDefault="00D62409" w:rsidP="00C36743">
      <w:pPr>
        <w:pStyle w:val="BodyText"/>
        <w:jc w:val="center"/>
        <w:rPr>
          <w:b/>
          <w:color w:val="000000"/>
          <w:sz w:val="40"/>
          <w:szCs w:val="40"/>
          <w:lang w:val="de-DE"/>
        </w:rPr>
      </w:pPr>
      <w:r w:rsidRPr="001D648F">
        <w:rPr>
          <w:b/>
          <w:color w:val="000000"/>
          <w:sz w:val="40"/>
          <w:szCs w:val="40"/>
          <w:lang w:val="de-DE"/>
        </w:rPr>
        <w:t>[VERSION.TITEL]</w:t>
      </w:r>
    </w:p>
    <w:p w:rsidR="00D62409" w:rsidRPr="001D648F" w:rsidRDefault="00D62409" w:rsidP="00C36743">
      <w:pPr>
        <w:pStyle w:val="BodyText"/>
        <w:jc w:val="center"/>
        <w:rPr>
          <w:b/>
          <w:color w:val="000000"/>
          <w:sz w:val="40"/>
          <w:szCs w:val="40"/>
          <w:lang w:val="de-DE"/>
        </w:rPr>
      </w:pPr>
      <w:r w:rsidRPr="001D648F">
        <w:rPr>
          <w:b/>
          <w:color w:val="000000"/>
          <w:sz w:val="40"/>
          <w:szCs w:val="40"/>
          <w:lang w:val="de-DE"/>
        </w:rPr>
        <w:t>v[VERSION.XYZ]</w:t>
      </w:r>
    </w:p>
    <w:p w:rsidR="00D2749F" w:rsidRPr="001D648F" w:rsidRDefault="00D2749F" w:rsidP="00C36743">
      <w:pPr>
        <w:pStyle w:val="BodyText"/>
        <w:rPr>
          <w:lang w:val="de-DE"/>
        </w:rPr>
      </w:pPr>
    </w:p>
    <w:p w:rsidR="00806930" w:rsidRPr="001D648F" w:rsidRDefault="00806930" w:rsidP="00C36743">
      <w:pPr>
        <w:pStyle w:val="BodyText"/>
        <w:rPr>
          <w:lang w:val="de-DE"/>
        </w:rPr>
      </w:pPr>
    </w:p>
    <w:p w:rsidR="00806930" w:rsidRPr="001D648F" w:rsidRDefault="00806930" w:rsidP="00C36743">
      <w:pPr>
        <w:pStyle w:val="BodyText"/>
        <w:rPr>
          <w:lang w:val="de-DE"/>
        </w:rPr>
      </w:pPr>
    </w:p>
    <w:p w:rsidR="00507846" w:rsidRPr="001D648F" w:rsidRDefault="00507846" w:rsidP="00C36743">
      <w:pPr>
        <w:pStyle w:val="BodyText"/>
        <w:rPr>
          <w:lang w:val="de-DE"/>
        </w:rPr>
      </w:pPr>
    </w:p>
    <w:p w:rsidR="00507846" w:rsidRPr="001D648F" w:rsidRDefault="00507846" w:rsidP="00C36743">
      <w:pPr>
        <w:pStyle w:val="BodyText"/>
        <w:rPr>
          <w:lang w:val="de-DE"/>
        </w:rPr>
      </w:pPr>
    </w:p>
    <w:p w:rsidR="00507846" w:rsidRPr="001D648F" w:rsidRDefault="00507846" w:rsidP="00C36743">
      <w:pPr>
        <w:pStyle w:val="BodyText"/>
        <w:rPr>
          <w:lang w:val="de-DE"/>
        </w:rPr>
      </w:pPr>
    </w:p>
    <w:p w:rsidR="00507846" w:rsidRPr="001D648F" w:rsidRDefault="00507846" w:rsidP="00C36743">
      <w:pPr>
        <w:pStyle w:val="BodyText"/>
        <w:rPr>
          <w:lang w:val="de-DE"/>
        </w:rPr>
      </w:pPr>
    </w:p>
    <w:p w:rsidR="00507846" w:rsidRPr="001D648F" w:rsidRDefault="00507846" w:rsidP="00507846">
      <w:pPr>
        <w:pStyle w:val="BodyText"/>
        <w:rPr>
          <w:lang w:val="de-DE"/>
        </w:rPr>
      </w:pPr>
    </w:p>
    <w:p w:rsidR="00776678" w:rsidRPr="001D648F" w:rsidRDefault="00776678" w:rsidP="00507846">
      <w:pPr>
        <w:pStyle w:val="BodyText"/>
        <w:rPr>
          <w:lang w:val="de-DE"/>
        </w:rPr>
      </w:pPr>
    </w:p>
    <w:p w:rsidR="00776678" w:rsidRPr="001D648F" w:rsidRDefault="00776678" w:rsidP="00507846">
      <w:pPr>
        <w:pStyle w:val="BodyText"/>
        <w:rPr>
          <w:lang w:val="de-DE"/>
        </w:rPr>
      </w:pPr>
    </w:p>
    <w:p w:rsidR="00776678" w:rsidRPr="001D648F" w:rsidRDefault="00776678" w:rsidP="00507846">
      <w:pPr>
        <w:pStyle w:val="BodyText"/>
        <w:rPr>
          <w:lang w:val="de-DE"/>
        </w:rPr>
      </w:pPr>
    </w:p>
    <w:p w:rsidR="007C3691" w:rsidRPr="001D648F" w:rsidRDefault="007C3691" w:rsidP="00C36743">
      <w:pPr>
        <w:pStyle w:val="BodyText"/>
        <w:rPr>
          <w:lang w:val="de-DE"/>
        </w:rPr>
      </w:pPr>
    </w:p>
    <w:p w:rsidR="00AD664F" w:rsidRPr="001D648F" w:rsidRDefault="00AD664F" w:rsidP="00C36743">
      <w:pPr>
        <w:pStyle w:val="BodyText"/>
        <w:rPr>
          <w:b/>
          <w:lang w:val="de-DE"/>
        </w:rPr>
        <w:sectPr w:rsidR="00AD664F" w:rsidRPr="001D648F" w:rsidSect="003E4378"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bookmarkEnd w:id="0"/>
    <w:p w:rsidR="00ED3E7E" w:rsidRPr="00ED3E7E" w:rsidRDefault="00ED3E7E" w:rsidP="00ED3E7E">
      <w:pPr>
        <w:pStyle w:val="TableHeading"/>
        <w:rPr>
          <w:sz w:val="24"/>
        </w:rPr>
      </w:pPr>
      <w:r w:rsidRPr="00ED3E7E">
        <w:rPr>
          <w:sz w:val="24"/>
        </w:rPr>
        <w:lastRenderedPageBreak/>
        <w:t>PROJECT INFORMATION</w:t>
      </w:r>
    </w:p>
    <w:p w:rsidR="00ED3E7E" w:rsidRPr="003B7884" w:rsidRDefault="00ED3E7E" w:rsidP="00ED3E7E">
      <w:pPr>
        <w:pStyle w:val="BodyText"/>
        <w:rPr>
          <w:sz w:val="18"/>
          <w:szCs w:val="1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721"/>
        <w:gridCol w:w="6459"/>
      </w:tblGrid>
      <w:tr w:rsidR="00ED3E7E" w:rsidRPr="00532B5E">
        <w:trPr>
          <w:trHeight w:val="340"/>
        </w:trPr>
        <w:tc>
          <w:tcPr>
            <w:tcW w:w="2721" w:type="dxa"/>
          </w:tcPr>
          <w:p w:rsidR="00ED3E7E" w:rsidRPr="00532B5E" w:rsidRDefault="00ED3E7E" w:rsidP="00CF71BB">
            <w:pPr>
              <w:rPr>
                <w:b/>
                <w:bCs/>
                <w:szCs w:val="20"/>
                <w:lang w:val="nl-NL"/>
              </w:rPr>
            </w:pPr>
            <w:r w:rsidRPr="00532B5E">
              <w:rPr>
                <w:b/>
                <w:bCs/>
                <w:szCs w:val="20"/>
                <w:lang w:val="nl-NL"/>
              </w:rPr>
              <w:t>Project name</w:t>
            </w:r>
          </w:p>
        </w:tc>
        <w:tc>
          <w:tcPr>
            <w:tcW w:w="6459" w:type="dxa"/>
          </w:tcPr>
          <w:p w:rsidR="00ED3E7E" w:rsidRPr="00532B5E" w:rsidRDefault="007B3974" w:rsidP="00CF71BB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[VERSION.TITEL]</w:t>
            </w:r>
          </w:p>
        </w:tc>
      </w:tr>
      <w:tr w:rsidR="00ED3E7E" w:rsidRPr="00532B5E">
        <w:tc>
          <w:tcPr>
            <w:tcW w:w="2721" w:type="dxa"/>
          </w:tcPr>
          <w:p w:rsidR="00ED3E7E" w:rsidRPr="00532B5E" w:rsidRDefault="00ED3E7E" w:rsidP="00CF71BB">
            <w:pPr>
              <w:rPr>
                <w:b/>
                <w:bCs/>
                <w:szCs w:val="20"/>
                <w:lang w:val="nl-NL"/>
              </w:rPr>
            </w:pPr>
            <w:r w:rsidRPr="00532B5E">
              <w:rPr>
                <w:b/>
                <w:bCs/>
                <w:szCs w:val="20"/>
                <w:lang w:val="nl-NL"/>
              </w:rPr>
              <w:t xml:space="preserve">Project </w:t>
            </w:r>
            <w:proofErr w:type="spellStart"/>
            <w:r w:rsidRPr="00532B5E">
              <w:rPr>
                <w:b/>
                <w:bCs/>
                <w:szCs w:val="20"/>
                <w:lang w:val="nl-NL"/>
              </w:rPr>
              <w:t>description</w:t>
            </w:r>
            <w:proofErr w:type="spellEnd"/>
          </w:p>
        </w:tc>
        <w:tc>
          <w:tcPr>
            <w:tcW w:w="6459" w:type="dxa"/>
          </w:tcPr>
          <w:p w:rsidR="00ED3E7E" w:rsidRDefault="007B3974" w:rsidP="00CF71BB">
            <w:pPr>
              <w:rPr>
                <w:szCs w:val="20"/>
                <w:lang w:val="en-GB"/>
              </w:rPr>
            </w:pPr>
            <w:r>
              <w:rPr>
                <w:szCs w:val="20"/>
                <w:lang w:val="nl-NL"/>
              </w:rPr>
              <w:t>[VERSION.OMSCHRIJVING]</w:t>
            </w:r>
          </w:p>
          <w:p w:rsidR="002E660C" w:rsidRPr="00532B5E" w:rsidRDefault="002E660C" w:rsidP="00CF71BB">
            <w:pPr>
              <w:rPr>
                <w:szCs w:val="20"/>
                <w:lang w:val="en-GB"/>
              </w:rPr>
            </w:pPr>
          </w:p>
        </w:tc>
      </w:tr>
      <w:tr w:rsidR="00ED3E7E" w:rsidRPr="00532B5E">
        <w:trPr>
          <w:trHeight w:val="340"/>
        </w:trPr>
        <w:tc>
          <w:tcPr>
            <w:tcW w:w="2721" w:type="dxa"/>
          </w:tcPr>
          <w:p w:rsidR="00ED3E7E" w:rsidRPr="00532B5E" w:rsidRDefault="00ED3E7E" w:rsidP="00CF71BB">
            <w:pPr>
              <w:rPr>
                <w:b/>
                <w:bCs/>
                <w:szCs w:val="20"/>
                <w:lang w:val="nl-NL"/>
              </w:rPr>
            </w:pPr>
            <w:r w:rsidRPr="00532B5E">
              <w:rPr>
                <w:b/>
                <w:bCs/>
                <w:szCs w:val="20"/>
                <w:lang w:val="nl-NL"/>
              </w:rPr>
              <w:t>Project domain</w:t>
            </w:r>
          </w:p>
        </w:tc>
        <w:tc>
          <w:tcPr>
            <w:tcW w:w="6459" w:type="dxa"/>
          </w:tcPr>
          <w:p w:rsidR="00ED3E7E" w:rsidRPr="00532B5E" w:rsidRDefault="007B3974" w:rsidP="00CF71BB">
            <w:pPr>
              <w:rPr>
                <w:szCs w:val="20"/>
                <w:lang w:val="en-GB"/>
              </w:rPr>
            </w:pPr>
            <w:r>
              <w:rPr>
                <w:szCs w:val="20"/>
                <w:lang w:val="nl-NL"/>
              </w:rPr>
              <w:t>[VERSION.CATEGORY] – [VERSION.SUBCATEGORY]</w:t>
            </w:r>
          </w:p>
        </w:tc>
      </w:tr>
      <w:tr w:rsidR="00ED3E7E" w:rsidRPr="00532B5E">
        <w:trPr>
          <w:trHeight w:val="340"/>
        </w:trPr>
        <w:tc>
          <w:tcPr>
            <w:tcW w:w="2721" w:type="dxa"/>
          </w:tcPr>
          <w:p w:rsidR="00ED3E7E" w:rsidRPr="00532B5E" w:rsidRDefault="00ED3E7E" w:rsidP="00CF71BB">
            <w:pPr>
              <w:rPr>
                <w:b/>
                <w:bCs/>
                <w:szCs w:val="20"/>
                <w:lang w:val="en-GB"/>
              </w:rPr>
            </w:pPr>
            <w:r w:rsidRPr="00532B5E">
              <w:rPr>
                <w:b/>
                <w:bCs/>
                <w:szCs w:val="20"/>
                <w:lang w:val="en-GB"/>
              </w:rPr>
              <w:t xml:space="preserve">Initiator </w:t>
            </w:r>
          </w:p>
        </w:tc>
        <w:tc>
          <w:tcPr>
            <w:tcW w:w="6459" w:type="dxa"/>
          </w:tcPr>
          <w:p w:rsidR="00ED3E7E" w:rsidRPr="00532B5E" w:rsidRDefault="007B3974" w:rsidP="00CF71BB">
            <w:pPr>
              <w:rPr>
                <w:szCs w:val="20"/>
                <w:lang w:val="en-GB"/>
              </w:rPr>
            </w:pPr>
            <w:r>
              <w:rPr>
                <w:szCs w:val="20"/>
                <w:lang w:val="nl-NL"/>
              </w:rPr>
              <w:t>[VERSION.INITIATOR]</w:t>
            </w:r>
          </w:p>
        </w:tc>
      </w:tr>
      <w:tr w:rsidR="00ED3E7E" w:rsidRPr="00532B5E">
        <w:trPr>
          <w:trHeight w:val="340"/>
        </w:trPr>
        <w:tc>
          <w:tcPr>
            <w:tcW w:w="2721" w:type="dxa"/>
          </w:tcPr>
          <w:p w:rsidR="00ED3E7E" w:rsidRPr="00532B5E" w:rsidRDefault="00ED3E7E" w:rsidP="00CF71BB">
            <w:pPr>
              <w:rPr>
                <w:b/>
                <w:bCs/>
                <w:szCs w:val="20"/>
                <w:lang w:val="en-GB"/>
              </w:rPr>
            </w:pPr>
            <w:r w:rsidRPr="00532B5E">
              <w:rPr>
                <w:b/>
                <w:bCs/>
                <w:szCs w:val="20"/>
                <w:lang w:val="en-GB"/>
              </w:rPr>
              <w:t xml:space="preserve">Sponsor </w:t>
            </w:r>
          </w:p>
        </w:tc>
        <w:tc>
          <w:tcPr>
            <w:tcW w:w="6459" w:type="dxa"/>
          </w:tcPr>
          <w:p w:rsidR="00ED3E7E" w:rsidRPr="00532B5E" w:rsidRDefault="007B3974" w:rsidP="00CF71BB">
            <w:pPr>
              <w:rPr>
                <w:szCs w:val="20"/>
                <w:lang w:val="en-GB"/>
              </w:rPr>
            </w:pPr>
            <w:r>
              <w:rPr>
                <w:szCs w:val="20"/>
                <w:lang w:val="nl-NL"/>
              </w:rPr>
              <w:t>[VERSION.SPONSOR]</w:t>
            </w:r>
          </w:p>
        </w:tc>
      </w:tr>
      <w:tr w:rsidR="00ED3E7E" w:rsidRPr="00532B5E">
        <w:trPr>
          <w:trHeight w:val="340"/>
        </w:trPr>
        <w:tc>
          <w:tcPr>
            <w:tcW w:w="2721" w:type="dxa"/>
          </w:tcPr>
          <w:p w:rsidR="00ED3E7E" w:rsidRPr="00532B5E" w:rsidRDefault="00ED3E7E" w:rsidP="00CF71BB">
            <w:pPr>
              <w:rPr>
                <w:b/>
                <w:bCs/>
                <w:szCs w:val="20"/>
                <w:lang w:val="en-GB"/>
              </w:rPr>
            </w:pPr>
            <w:r w:rsidRPr="00532B5E">
              <w:rPr>
                <w:b/>
                <w:bCs/>
                <w:szCs w:val="20"/>
                <w:lang w:val="en-GB"/>
              </w:rPr>
              <w:t xml:space="preserve">Project </w:t>
            </w:r>
            <w:proofErr w:type="spellStart"/>
            <w:r w:rsidRPr="00532B5E">
              <w:rPr>
                <w:b/>
                <w:bCs/>
                <w:szCs w:val="20"/>
                <w:lang w:val="en-GB"/>
              </w:rPr>
              <w:t>coördinator</w:t>
            </w:r>
            <w:proofErr w:type="spellEnd"/>
            <w:r w:rsidRPr="00532B5E">
              <w:rPr>
                <w:b/>
                <w:bCs/>
                <w:szCs w:val="20"/>
                <w:lang w:val="en-GB"/>
              </w:rPr>
              <w:t xml:space="preserve"> </w:t>
            </w:r>
          </w:p>
        </w:tc>
        <w:tc>
          <w:tcPr>
            <w:tcW w:w="6459" w:type="dxa"/>
          </w:tcPr>
          <w:p w:rsidR="007B3974" w:rsidRPr="007B3974" w:rsidRDefault="007B3974" w:rsidP="00CF71BB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[VERSION.COORDINATOR]</w:t>
            </w:r>
          </w:p>
        </w:tc>
      </w:tr>
      <w:tr w:rsidR="007B3974" w:rsidRPr="00532B5E">
        <w:trPr>
          <w:trHeight w:val="340"/>
        </w:trPr>
        <w:tc>
          <w:tcPr>
            <w:tcW w:w="2721" w:type="dxa"/>
          </w:tcPr>
          <w:p w:rsidR="007B3974" w:rsidRPr="00532B5E" w:rsidRDefault="007B3974" w:rsidP="00CF71BB"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Project editor</w:t>
            </w:r>
          </w:p>
        </w:tc>
        <w:tc>
          <w:tcPr>
            <w:tcW w:w="6459" w:type="dxa"/>
          </w:tcPr>
          <w:p w:rsidR="007B3974" w:rsidRDefault="007B3974" w:rsidP="00CF71BB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[VERSION.EDITOR]</w:t>
            </w:r>
          </w:p>
        </w:tc>
      </w:tr>
      <w:tr w:rsidR="007B3974" w:rsidRPr="00532B5E">
        <w:trPr>
          <w:trHeight w:val="340"/>
        </w:trPr>
        <w:tc>
          <w:tcPr>
            <w:tcW w:w="2721" w:type="dxa"/>
          </w:tcPr>
          <w:p w:rsidR="007B3974" w:rsidRDefault="007B3974" w:rsidP="00CF71BB"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Project pusher</w:t>
            </w:r>
          </w:p>
        </w:tc>
        <w:tc>
          <w:tcPr>
            <w:tcW w:w="6459" w:type="dxa"/>
          </w:tcPr>
          <w:p w:rsidR="007B3974" w:rsidRDefault="007B3974" w:rsidP="00CF71BB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[VERSION.PUSHER]</w:t>
            </w:r>
          </w:p>
        </w:tc>
      </w:tr>
      <w:tr w:rsidR="002E660C" w:rsidRPr="00532B5E">
        <w:trPr>
          <w:trHeight w:val="340"/>
        </w:trPr>
        <w:tc>
          <w:tcPr>
            <w:tcW w:w="2721" w:type="dxa"/>
          </w:tcPr>
          <w:p w:rsidR="002E660C" w:rsidRDefault="002E660C" w:rsidP="00CF71BB"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Project budget</w:t>
            </w:r>
          </w:p>
        </w:tc>
        <w:tc>
          <w:tcPr>
            <w:tcW w:w="6459" w:type="dxa"/>
          </w:tcPr>
          <w:p w:rsidR="002E660C" w:rsidRDefault="002E660C" w:rsidP="00CF71BB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[VERSION.BUDGET]</w:t>
            </w:r>
          </w:p>
        </w:tc>
      </w:tr>
    </w:tbl>
    <w:p w:rsidR="00ED3E7E" w:rsidRPr="00507846" w:rsidRDefault="00ED3E7E" w:rsidP="00ED3E7E">
      <w:pPr>
        <w:pStyle w:val="BodyText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ED3E7E" w:rsidRDefault="00ED3E7E" w:rsidP="00507846">
      <w:pPr>
        <w:pStyle w:val="TableHeading"/>
        <w:rPr>
          <w:lang w:val="en-GB"/>
        </w:rPr>
      </w:pPr>
    </w:p>
    <w:p w:rsidR="00507846" w:rsidRPr="00507846" w:rsidRDefault="00507846" w:rsidP="00507846">
      <w:pPr>
        <w:pStyle w:val="TableHeading"/>
        <w:rPr>
          <w:lang w:val="en-GB"/>
        </w:rPr>
      </w:pPr>
      <w:r w:rsidRPr="00507846">
        <w:rPr>
          <w:lang w:val="en-GB"/>
        </w:rPr>
        <w:t>Document information.</w:t>
      </w:r>
    </w:p>
    <w:p w:rsidR="00507846" w:rsidRPr="00507846" w:rsidRDefault="00507846" w:rsidP="00507846">
      <w:pPr>
        <w:pStyle w:val="BodyText"/>
        <w:rPr>
          <w:lang w:val="en-GB"/>
        </w:rPr>
      </w:pPr>
    </w:p>
    <w:tbl>
      <w:tblPr>
        <w:tblW w:w="8640" w:type="dxa"/>
        <w:tblInd w:w="6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800"/>
        <w:gridCol w:w="6840"/>
      </w:tblGrid>
      <w:tr w:rsidR="00507846" w:rsidRPr="00532B5E">
        <w:trPr>
          <w:trHeight w:val="264"/>
        </w:trPr>
        <w:tc>
          <w:tcPr>
            <w:tcW w:w="180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  <w:lang w:val="en-GB"/>
              </w:rPr>
            </w:pPr>
            <w:r w:rsidRPr="00532B5E">
              <w:rPr>
                <w:b/>
                <w:color w:val="808080"/>
                <w:sz w:val="16"/>
                <w:szCs w:val="16"/>
                <w:lang w:val="en-GB"/>
              </w:rPr>
              <w:t>Date:</w:t>
            </w:r>
          </w:p>
        </w:tc>
        <w:tc>
          <w:tcPr>
            <w:tcW w:w="6840" w:type="dxa"/>
          </w:tcPr>
          <w:p w:rsidR="00507846" w:rsidRPr="00532B5E" w:rsidRDefault="002E660C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  <w:lang w:val="en-GB"/>
              </w:rPr>
            </w:pPr>
            <w:r>
              <w:rPr>
                <w:b/>
                <w:color w:val="808080"/>
                <w:sz w:val="16"/>
                <w:szCs w:val="16"/>
                <w:lang w:val="en-GB"/>
              </w:rPr>
              <w:t>[VERSION.DATUM]</w:t>
            </w:r>
          </w:p>
        </w:tc>
      </w:tr>
      <w:tr w:rsidR="00507846" w:rsidRPr="00532B5E">
        <w:trPr>
          <w:trHeight w:val="262"/>
        </w:trPr>
        <w:tc>
          <w:tcPr>
            <w:tcW w:w="180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proofErr w:type="spellStart"/>
            <w:r w:rsidRPr="00532B5E">
              <w:rPr>
                <w:b/>
                <w:color w:val="808080"/>
                <w:sz w:val="16"/>
                <w:szCs w:val="16"/>
              </w:rPr>
              <w:t>Version</w:t>
            </w:r>
            <w:proofErr w:type="spellEnd"/>
          </w:p>
        </w:tc>
        <w:tc>
          <w:tcPr>
            <w:tcW w:w="6840" w:type="dxa"/>
          </w:tcPr>
          <w:p w:rsidR="00507846" w:rsidRPr="00532B5E" w:rsidRDefault="002E660C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>
              <w:rPr>
                <w:b/>
                <w:color w:val="808080"/>
                <w:sz w:val="16"/>
                <w:szCs w:val="16"/>
              </w:rPr>
              <w:t>[VERSION.XYZ]</w:t>
            </w:r>
          </w:p>
        </w:tc>
      </w:tr>
      <w:tr w:rsidR="00507846" w:rsidRPr="00532B5E">
        <w:trPr>
          <w:trHeight w:val="262"/>
        </w:trPr>
        <w:tc>
          <w:tcPr>
            <w:tcW w:w="180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 w:rsidRPr="00532B5E">
              <w:rPr>
                <w:b/>
                <w:color w:val="808080"/>
                <w:sz w:val="16"/>
                <w:szCs w:val="16"/>
              </w:rPr>
              <w:t xml:space="preserve">Document </w:t>
            </w:r>
            <w:proofErr w:type="spellStart"/>
            <w:r w:rsidRPr="00532B5E">
              <w:rPr>
                <w:b/>
                <w:color w:val="808080"/>
                <w:sz w:val="16"/>
                <w:szCs w:val="16"/>
              </w:rPr>
              <w:t>Title</w:t>
            </w:r>
            <w:proofErr w:type="spellEnd"/>
          </w:p>
        </w:tc>
        <w:tc>
          <w:tcPr>
            <w:tcW w:w="684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 w:rsidRPr="00532B5E">
              <w:rPr>
                <w:b/>
                <w:color w:val="808080"/>
                <w:sz w:val="16"/>
                <w:szCs w:val="16"/>
              </w:rPr>
              <w:t xml:space="preserve">Project </w:t>
            </w:r>
            <w:r w:rsidR="008C7770" w:rsidRPr="00532B5E">
              <w:rPr>
                <w:b/>
                <w:color w:val="808080"/>
                <w:sz w:val="16"/>
                <w:szCs w:val="16"/>
              </w:rPr>
              <w:t>Charter</w:t>
            </w:r>
            <w:r w:rsidRPr="00532B5E">
              <w:rPr>
                <w:b/>
                <w:color w:val="808080"/>
                <w:sz w:val="16"/>
                <w:szCs w:val="16"/>
              </w:rPr>
              <w:t xml:space="preserve"> </w:t>
            </w:r>
            <w:r w:rsidR="002E660C">
              <w:rPr>
                <w:b/>
                <w:color w:val="808080"/>
                <w:sz w:val="16"/>
                <w:szCs w:val="16"/>
              </w:rPr>
              <w:t>[VERSION.TITEL]</w:t>
            </w:r>
          </w:p>
        </w:tc>
      </w:tr>
      <w:tr w:rsidR="00507846" w:rsidRPr="00532B5E">
        <w:trPr>
          <w:trHeight w:val="262"/>
        </w:trPr>
        <w:tc>
          <w:tcPr>
            <w:tcW w:w="180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proofErr w:type="spellStart"/>
            <w:r w:rsidRPr="00532B5E">
              <w:rPr>
                <w:b/>
                <w:color w:val="808080"/>
                <w:sz w:val="16"/>
                <w:szCs w:val="16"/>
              </w:rPr>
              <w:t>Owner</w:t>
            </w:r>
            <w:proofErr w:type="spellEnd"/>
          </w:p>
        </w:tc>
        <w:tc>
          <w:tcPr>
            <w:tcW w:w="6840" w:type="dxa"/>
          </w:tcPr>
          <w:p w:rsidR="00507846" w:rsidRPr="00532B5E" w:rsidRDefault="002E660C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>
              <w:rPr>
                <w:b/>
                <w:color w:val="808080"/>
                <w:sz w:val="16"/>
                <w:szCs w:val="16"/>
              </w:rPr>
              <w:t>[PROJECT.EDITOR]</w:t>
            </w:r>
          </w:p>
        </w:tc>
      </w:tr>
      <w:tr w:rsidR="00507846" w:rsidRPr="00532B5E">
        <w:trPr>
          <w:trHeight w:val="262"/>
        </w:trPr>
        <w:tc>
          <w:tcPr>
            <w:tcW w:w="180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proofErr w:type="spellStart"/>
            <w:r w:rsidRPr="00532B5E">
              <w:rPr>
                <w:b/>
                <w:color w:val="808080"/>
                <w:sz w:val="16"/>
                <w:szCs w:val="16"/>
              </w:rPr>
              <w:t>Authors</w:t>
            </w:r>
            <w:proofErr w:type="spellEnd"/>
            <w:r w:rsidRPr="00532B5E">
              <w:rPr>
                <w:b/>
                <w:color w:val="808080"/>
                <w:sz w:val="16"/>
                <w:szCs w:val="16"/>
              </w:rPr>
              <w:t>:</w:t>
            </w:r>
          </w:p>
        </w:tc>
        <w:tc>
          <w:tcPr>
            <w:tcW w:w="6840" w:type="dxa"/>
          </w:tcPr>
          <w:p w:rsidR="00507846" w:rsidRPr="00532B5E" w:rsidRDefault="00E12844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>
              <w:rPr>
                <w:b/>
                <w:color w:val="808080"/>
                <w:sz w:val="16"/>
                <w:szCs w:val="16"/>
              </w:rPr>
              <w:t>[PROJECT.EDITOR]</w:t>
            </w:r>
          </w:p>
        </w:tc>
      </w:tr>
      <w:tr w:rsidR="00507846" w:rsidRPr="00532B5E">
        <w:trPr>
          <w:trHeight w:val="262"/>
        </w:trPr>
        <w:tc>
          <w:tcPr>
            <w:tcW w:w="1800" w:type="dxa"/>
          </w:tcPr>
          <w:p w:rsidR="00507846" w:rsidRPr="00532B5E" w:rsidRDefault="00507846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 w:rsidRPr="00532B5E">
              <w:rPr>
                <w:b/>
                <w:color w:val="808080"/>
                <w:sz w:val="16"/>
                <w:szCs w:val="16"/>
              </w:rPr>
              <w:t>Status</w:t>
            </w:r>
          </w:p>
        </w:tc>
        <w:tc>
          <w:tcPr>
            <w:tcW w:w="6840" w:type="dxa"/>
          </w:tcPr>
          <w:p w:rsidR="00507846" w:rsidRPr="00532B5E" w:rsidRDefault="002E660C" w:rsidP="00532B5E">
            <w:pPr>
              <w:pStyle w:val="CBPNormal"/>
              <w:ind w:left="0"/>
              <w:rPr>
                <w:b/>
                <w:color w:val="808080"/>
                <w:sz w:val="16"/>
                <w:szCs w:val="16"/>
              </w:rPr>
            </w:pPr>
            <w:r>
              <w:rPr>
                <w:b/>
                <w:color w:val="808080"/>
                <w:sz w:val="16"/>
                <w:szCs w:val="16"/>
              </w:rPr>
              <w:t>[VERSION.STATUS]</w:t>
            </w:r>
          </w:p>
        </w:tc>
      </w:tr>
    </w:tbl>
    <w:p w:rsidR="00507846" w:rsidRDefault="00507846" w:rsidP="00507846">
      <w:pPr>
        <w:pStyle w:val="TableHeading"/>
        <w:rPr>
          <w:b w:val="0"/>
        </w:rPr>
      </w:pPr>
    </w:p>
    <w:p w:rsidR="00507846" w:rsidRDefault="00507846" w:rsidP="00507846">
      <w:pPr>
        <w:pStyle w:val="TableHeading"/>
      </w:pPr>
      <w:proofErr w:type="spellStart"/>
      <w:r>
        <w:t>Change</w:t>
      </w:r>
      <w:proofErr w:type="spellEnd"/>
      <w:r>
        <w:t xml:space="preserve"> </w:t>
      </w:r>
      <w:proofErr w:type="spellStart"/>
      <w:r>
        <w:t>History</w:t>
      </w:r>
      <w:proofErr w:type="spellEnd"/>
    </w:p>
    <w:p w:rsidR="00507846" w:rsidRDefault="00507846" w:rsidP="00507846"/>
    <w:p w:rsidR="00437409" w:rsidRDefault="00437409" w:rsidP="00437409">
      <w:r>
        <w:t>[VERSION.CHANGEHISTORY]</w:t>
      </w:r>
    </w:p>
    <w:p w:rsidR="00507846" w:rsidRPr="00507846" w:rsidRDefault="00507846" w:rsidP="00507846">
      <w:pPr>
        <w:rPr>
          <w:lang w:val="en-GB"/>
        </w:rPr>
      </w:pPr>
    </w:p>
    <w:p w:rsidR="00507846" w:rsidRDefault="00507846" w:rsidP="00437409">
      <w:pPr>
        <w:pStyle w:val="TableHeading"/>
      </w:pPr>
      <w:r w:rsidRPr="00437409">
        <w:t>Distribution List</w:t>
      </w:r>
      <w:r w:rsidR="00437409">
        <w:br/>
      </w:r>
    </w:p>
    <w:p w:rsidR="00437409" w:rsidRPr="00437409" w:rsidRDefault="00437409" w:rsidP="00437409">
      <w:pPr>
        <w:rPr>
          <w:lang w:val="en-GB"/>
        </w:rPr>
      </w:pPr>
      <w:r w:rsidRPr="00437409">
        <w:rPr>
          <w:lang w:val="en-GB"/>
        </w:rPr>
        <w:t>[VERSION.</w:t>
      </w:r>
      <w:r>
        <w:rPr>
          <w:lang w:val="en-GB"/>
        </w:rPr>
        <w:t>DISTRIBUTIONLIST</w:t>
      </w:r>
      <w:r w:rsidRPr="00437409">
        <w:rPr>
          <w:lang w:val="en-GB"/>
        </w:rPr>
        <w:t>]</w:t>
      </w:r>
    </w:p>
    <w:p w:rsidR="00437409" w:rsidRPr="00437409" w:rsidRDefault="00437409" w:rsidP="00437409">
      <w:pPr>
        <w:pStyle w:val="CBPNormal"/>
        <w:rPr>
          <w:lang w:val="en-GB"/>
        </w:rPr>
        <w:sectPr w:rsidR="00437409" w:rsidRPr="00437409" w:rsidSect="003E4378">
          <w:head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C2574F" w:rsidRPr="004B3703" w:rsidRDefault="009E54AF" w:rsidP="00C36743">
      <w:pPr>
        <w:pStyle w:val="BodyText"/>
        <w:jc w:val="center"/>
        <w:rPr>
          <w:b/>
          <w:u w:val="single"/>
          <w:lang w:val="en-GB"/>
        </w:rPr>
      </w:pPr>
      <w:r w:rsidRPr="004B3703">
        <w:rPr>
          <w:b/>
          <w:sz w:val="48"/>
          <w:szCs w:val="48"/>
          <w:u w:val="single"/>
          <w:lang w:val="en-GB"/>
        </w:rPr>
        <w:lastRenderedPageBreak/>
        <w:t>Table of Content</w:t>
      </w:r>
      <w:r w:rsidR="005D3253" w:rsidRPr="004B3703">
        <w:rPr>
          <w:b/>
          <w:sz w:val="48"/>
          <w:szCs w:val="48"/>
          <w:u w:val="single"/>
          <w:lang w:val="en-GB"/>
        </w:rPr>
        <w:t>s</w:t>
      </w:r>
    </w:p>
    <w:p w:rsidR="00F806B2" w:rsidRDefault="00F806B2" w:rsidP="00F806B2">
      <w:pPr>
        <w:pStyle w:val="TOC1"/>
        <w:rPr>
          <w:lang w:val="en-GB"/>
        </w:rPr>
      </w:pPr>
    </w:p>
    <w:p w:rsidR="004B3703" w:rsidRDefault="004B3703" w:rsidP="004B3703">
      <w:pPr>
        <w:pStyle w:val="CBPNormal"/>
        <w:rPr>
          <w:lang w:val="en-GB"/>
        </w:rPr>
      </w:pPr>
    </w:p>
    <w:p w:rsidR="004B3703" w:rsidRPr="004B3703" w:rsidRDefault="004B3703" w:rsidP="004B3703">
      <w:pPr>
        <w:pStyle w:val="CBPNormal"/>
        <w:rPr>
          <w:lang w:val="en-GB"/>
        </w:rPr>
      </w:pPr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r w:rsidRPr="004B3703">
        <w:rPr>
          <w:color w:val="auto"/>
          <w:szCs w:val="20"/>
        </w:rPr>
        <w:fldChar w:fldCharType="begin"/>
      </w:r>
      <w:r w:rsidR="009E54AF" w:rsidRPr="004B3703">
        <w:rPr>
          <w:color w:val="auto"/>
          <w:szCs w:val="20"/>
        </w:rPr>
        <w:instrText xml:space="preserve"> TOC \o "1-4" \h \z \u </w:instrText>
      </w:r>
      <w:r w:rsidRPr="004B3703">
        <w:rPr>
          <w:color w:val="auto"/>
          <w:szCs w:val="20"/>
        </w:rPr>
        <w:fldChar w:fldCharType="separate"/>
      </w:r>
      <w:hyperlink w:anchor="_Toc281307267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1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Business Need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_Toc281307267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68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2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 Objectives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_Toc281307268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69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3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Scope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_Toc281307269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0" w:history="1"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3.1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Project include.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_Toc281307270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1" w:history="1"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3.2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Project exclude.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_Toc281307271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2" w:history="1"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3.3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AS-IS situation.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_Toc281307272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3" w:history="1"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3.4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nl-NL"/>
          </w:rPr>
          <w:t>TO-BE situation.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_Toc281307273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74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4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 Team &amp; Communication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_Toc281307274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4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75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5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 Timing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_Toc281307275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76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6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Cost &amp; benefits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_Toc281307276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7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6.1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 Cost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_Toc281307277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8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6.2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 Benefits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_Toc281307278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2"/>
        <w:rPr>
          <w:rFonts w:ascii="Times New Roman" w:hAnsi="Times New Roman"/>
          <w:b w:val="0"/>
          <w:noProof/>
          <w:color w:val="auto"/>
          <w:sz w:val="24"/>
          <w:szCs w:val="20"/>
          <w:lang w:val="nl-NL" w:eastAsia="nl-NL"/>
        </w:rPr>
      </w:pPr>
      <w:hyperlink w:anchor="_Toc281307279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6.3</w:t>
        </w:r>
        <w:r w:rsidR="004B3703" w:rsidRPr="004B3703">
          <w:rPr>
            <w:rFonts w:ascii="Times New Roman" w:hAnsi="Times New Roman"/>
            <w:b w:val="0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 Alignations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_Toc281307279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80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7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Key Assumptions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_Toc281307280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81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8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Constraints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_Toc281307281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5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82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9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Dependencies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_Toc281307282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6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83" w:history="1"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10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Initial Risk Analysis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_Toc281307283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6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4B3703" w:rsidRPr="004B3703" w:rsidRDefault="005D2874">
      <w:pPr>
        <w:pStyle w:val="TOC1"/>
        <w:rPr>
          <w:rFonts w:ascii="Times New Roman" w:hAnsi="Times New Roman"/>
          <w:noProof/>
          <w:color w:val="auto"/>
          <w:sz w:val="24"/>
          <w:szCs w:val="20"/>
          <w:lang w:val="nl-NL" w:eastAsia="nl-NL"/>
        </w:rPr>
      </w:pPr>
      <w:hyperlink w:anchor="_Toc281307284" w:history="1">
        <w:r w:rsidR="004B3703" w:rsidRPr="004B3703">
          <w:rPr>
            <w:rStyle w:val="Hyperlink"/>
            <w:noProof/>
            <w:color w:val="auto"/>
            <w:szCs w:val="20"/>
          </w:rPr>
          <w:t>11</w:t>
        </w:r>
        <w:r w:rsidR="004B3703" w:rsidRPr="004B3703">
          <w:rPr>
            <w:rFonts w:ascii="Times New Roman" w:hAnsi="Times New Roman"/>
            <w:noProof/>
            <w:color w:val="auto"/>
            <w:sz w:val="24"/>
            <w:szCs w:val="20"/>
            <w:lang w:val="nl-NL" w:eastAsia="nl-NL"/>
          </w:rPr>
          <w:tab/>
        </w:r>
        <w:r w:rsidR="004B3703" w:rsidRPr="004B3703">
          <w:rPr>
            <w:rStyle w:val="Hyperlink"/>
            <w:noProof/>
            <w:color w:val="auto"/>
            <w:szCs w:val="20"/>
            <w:lang w:val="en-US"/>
          </w:rPr>
          <w:t>Project</w:t>
        </w:r>
        <w:r w:rsidR="004B3703" w:rsidRPr="004B3703">
          <w:rPr>
            <w:rStyle w:val="Hyperlink"/>
            <w:noProof/>
            <w:color w:val="auto"/>
            <w:szCs w:val="20"/>
          </w:rPr>
          <w:t xml:space="preserve"> Support Activities</w:t>
        </w:r>
        <w:r w:rsidR="004B3703" w:rsidRPr="004B3703">
          <w:rPr>
            <w:noProof/>
            <w:webHidden/>
            <w:color w:val="auto"/>
            <w:szCs w:val="20"/>
          </w:rPr>
          <w:tab/>
        </w:r>
        <w:r w:rsidRPr="004B3703">
          <w:rPr>
            <w:noProof/>
            <w:webHidden/>
            <w:color w:val="auto"/>
            <w:szCs w:val="20"/>
          </w:rPr>
          <w:fldChar w:fldCharType="begin"/>
        </w:r>
        <w:r w:rsidR="004B3703" w:rsidRPr="004B3703">
          <w:rPr>
            <w:noProof/>
            <w:webHidden/>
            <w:color w:val="auto"/>
            <w:szCs w:val="20"/>
          </w:rPr>
          <w:instrText xml:space="preserve"> PAGEREF _Toc281307284 \h </w:instrText>
        </w:r>
        <w:r w:rsidRPr="004B3703">
          <w:rPr>
            <w:noProof/>
            <w:webHidden/>
            <w:color w:val="auto"/>
            <w:szCs w:val="20"/>
          </w:rPr>
        </w:r>
        <w:r w:rsidRPr="004B3703">
          <w:rPr>
            <w:noProof/>
            <w:webHidden/>
            <w:color w:val="auto"/>
            <w:szCs w:val="20"/>
          </w:rPr>
          <w:fldChar w:fldCharType="separate"/>
        </w:r>
        <w:r w:rsidR="004B3703" w:rsidRPr="004B3703">
          <w:rPr>
            <w:noProof/>
            <w:webHidden/>
            <w:color w:val="auto"/>
            <w:szCs w:val="20"/>
          </w:rPr>
          <w:t>6</w:t>
        </w:r>
        <w:r w:rsidRPr="004B3703">
          <w:rPr>
            <w:noProof/>
            <w:webHidden/>
            <w:color w:val="auto"/>
            <w:szCs w:val="20"/>
          </w:rPr>
          <w:fldChar w:fldCharType="end"/>
        </w:r>
      </w:hyperlink>
    </w:p>
    <w:p w:rsidR="00C877BA" w:rsidRDefault="005D2874">
      <w:pPr>
        <w:pStyle w:val="CBPNormal"/>
      </w:pPr>
      <w:r w:rsidRPr="004B3703">
        <w:rPr>
          <w:rFonts w:ascii="Arial Black" w:hAnsi="Arial Black"/>
          <w:szCs w:val="20"/>
        </w:rPr>
        <w:fldChar w:fldCharType="end"/>
      </w:r>
    </w:p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C877BA" w:rsidRPr="00C877BA" w:rsidRDefault="00C877BA" w:rsidP="00C877BA"/>
    <w:p w:rsidR="006E2125" w:rsidRDefault="006E2125" w:rsidP="00C877BA"/>
    <w:p w:rsidR="006E2125" w:rsidRDefault="006E2125" w:rsidP="00C877BA"/>
    <w:p w:rsidR="006E2125" w:rsidRDefault="006E2125" w:rsidP="00C877BA"/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1" w:name="_Toc281307267"/>
      <w:r w:rsidRPr="00437409">
        <w:rPr>
          <w:color w:val="auto"/>
          <w:szCs w:val="40"/>
          <w:lang w:val="en-US"/>
        </w:rPr>
        <w:t>Business Need</w:t>
      </w:r>
      <w:bookmarkEnd w:id="1"/>
    </w:p>
    <w:p w:rsidR="005D3253" w:rsidRPr="002E660C" w:rsidRDefault="005D3253" w:rsidP="005D3253">
      <w:pPr>
        <w:pStyle w:val="CBPNormal"/>
        <w:rPr>
          <w:i/>
          <w:lang w:val="en-US"/>
        </w:rPr>
      </w:pPr>
      <w:r w:rsidRPr="002E660C">
        <w:rPr>
          <w:i/>
          <w:lang w:val="en-US"/>
        </w:rPr>
        <w:t>WHY are we doing this project?</w:t>
      </w:r>
    </w:p>
    <w:p w:rsidR="002E660C" w:rsidRDefault="002E660C" w:rsidP="005D3253">
      <w:pPr>
        <w:pStyle w:val="CBPNormal"/>
        <w:rPr>
          <w:lang w:val="en-US"/>
        </w:rPr>
      </w:pPr>
    </w:p>
    <w:p w:rsidR="002E660C" w:rsidRDefault="002E660C" w:rsidP="005D3253">
      <w:pPr>
        <w:pStyle w:val="CBPNormal"/>
        <w:rPr>
          <w:lang w:val="en-US"/>
        </w:rPr>
      </w:pPr>
      <w:r>
        <w:rPr>
          <w:lang w:val="en-US"/>
        </w:rPr>
        <w:t>[VERSION.WAAROM]</w:t>
      </w:r>
    </w:p>
    <w:p w:rsidR="00437409" w:rsidRDefault="00437409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2" w:name="_Toc281307268"/>
      <w:r w:rsidRPr="00437409">
        <w:rPr>
          <w:color w:val="auto"/>
          <w:szCs w:val="40"/>
          <w:lang w:val="en-US"/>
        </w:rPr>
        <w:t>Project Objectives</w:t>
      </w:r>
      <w:bookmarkEnd w:id="2"/>
    </w:p>
    <w:p w:rsidR="005D3253" w:rsidRPr="001470E5" w:rsidRDefault="005D3253" w:rsidP="005D3253">
      <w:pPr>
        <w:pStyle w:val="CBPNormal"/>
        <w:rPr>
          <w:i/>
          <w:lang w:val="en-US"/>
        </w:rPr>
      </w:pPr>
      <w:r w:rsidRPr="001470E5">
        <w:rPr>
          <w:i/>
          <w:lang w:val="en-US"/>
        </w:rPr>
        <w:t>WHEN do we consider this project successful?</w:t>
      </w:r>
    </w:p>
    <w:p w:rsidR="002E660C" w:rsidRDefault="002E660C" w:rsidP="005D3253">
      <w:pPr>
        <w:pStyle w:val="CBPNormal"/>
        <w:rPr>
          <w:lang w:val="en-US"/>
        </w:rPr>
      </w:pPr>
    </w:p>
    <w:p w:rsidR="002E660C" w:rsidRDefault="003F5B4E" w:rsidP="005D3253">
      <w:pPr>
        <w:pStyle w:val="CBPNormal"/>
        <w:rPr>
          <w:lang w:val="en-US"/>
        </w:rPr>
      </w:pPr>
      <w:r>
        <w:rPr>
          <w:lang w:val="en-US"/>
        </w:rPr>
        <w:t>[VERSION.OBJECTIEVEN]</w:t>
      </w:r>
    </w:p>
    <w:p w:rsidR="00437409" w:rsidRDefault="00437409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3" w:name="_Toc281307269"/>
      <w:r w:rsidRPr="00437409">
        <w:rPr>
          <w:color w:val="auto"/>
          <w:szCs w:val="40"/>
          <w:lang w:val="en-US"/>
        </w:rPr>
        <w:t>Scope</w:t>
      </w:r>
      <w:bookmarkEnd w:id="3"/>
    </w:p>
    <w:p w:rsidR="005D3253" w:rsidRPr="001470E5" w:rsidRDefault="005D3253" w:rsidP="005D3253">
      <w:pPr>
        <w:pStyle w:val="CBPNormal"/>
        <w:rPr>
          <w:i/>
          <w:lang w:val="en-US"/>
        </w:rPr>
      </w:pPr>
      <w:r w:rsidRPr="001470E5">
        <w:rPr>
          <w:i/>
          <w:lang w:val="en-US"/>
        </w:rPr>
        <w:t>WHAT will we deliver at the end and what NOT? (Product Scope).</w:t>
      </w:r>
    </w:p>
    <w:p w:rsidR="005D3253" w:rsidRPr="001470E5" w:rsidRDefault="005D3253" w:rsidP="005D3253">
      <w:pPr>
        <w:pStyle w:val="CBPNormal"/>
        <w:rPr>
          <w:i/>
          <w:lang w:val="en-US"/>
        </w:rPr>
      </w:pPr>
      <w:r w:rsidRPr="001470E5">
        <w:rPr>
          <w:i/>
          <w:lang w:val="en-US"/>
        </w:rPr>
        <w:t>How will we go about? (Project Scope).</w:t>
      </w:r>
    </w:p>
    <w:p w:rsidR="00115F02" w:rsidRPr="00256D36" w:rsidRDefault="00115F02" w:rsidP="00254262">
      <w:pPr>
        <w:pStyle w:val="Heading2"/>
        <w:rPr>
          <w:lang w:val="nl-NL"/>
        </w:rPr>
      </w:pPr>
      <w:bookmarkStart w:id="4" w:name="_Toc174340954"/>
      <w:bookmarkStart w:id="5" w:name="_Toc281307270"/>
      <w:r>
        <w:rPr>
          <w:lang w:val="nl-NL"/>
        </w:rPr>
        <w:t xml:space="preserve">Project </w:t>
      </w:r>
      <w:proofErr w:type="spellStart"/>
      <w:r>
        <w:rPr>
          <w:lang w:val="nl-NL"/>
        </w:rPr>
        <w:t>include</w:t>
      </w:r>
      <w:proofErr w:type="spellEnd"/>
      <w:r>
        <w:rPr>
          <w:lang w:val="nl-NL"/>
        </w:rPr>
        <w:t>.</w:t>
      </w:r>
      <w:bookmarkEnd w:id="4"/>
      <w:bookmarkEnd w:id="5"/>
    </w:p>
    <w:p w:rsidR="00115F02" w:rsidRPr="001470E5" w:rsidRDefault="00115F02" w:rsidP="00115F02">
      <w:pPr>
        <w:pStyle w:val="CBPNormal"/>
        <w:jc w:val="both"/>
        <w:rPr>
          <w:i/>
          <w:lang w:val="en-US"/>
        </w:rPr>
      </w:pPr>
      <w:r w:rsidRPr="001470E5">
        <w:rPr>
          <w:i/>
          <w:lang w:val="en-US"/>
        </w:rPr>
        <w:t>WHAT will we deliver at the end of the project.</w:t>
      </w:r>
    </w:p>
    <w:p w:rsidR="007133B3" w:rsidRPr="00B50943" w:rsidRDefault="007133B3" w:rsidP="00115F02">
      <w:pPr>
        <w:pStyle w:val="CBPNormal"/>
        <w:jc w:val="both"/>
        <w:rPr>
          <w:lang w:val="en-US"/>
        </w:rPr>
      </w:pPr>
    </w:p>
    <w:p w:rsidR="00115F02" w:rsidRPr="00B50943" w:rsidRDefault="001470E5" w:rsidP="00115F02">
      <w:pPr>
        <w:pStyle w:val="CBPNormal"/>
        <w:jc w:val="both"/>
        <w:rPr>
          <w:lang w:val="en-US"/>
        </w:rPr>
      </w:pPr>
      <w:r>
        <w:rPr>
          <w:lang w:val="en-US"/>
        </w:rPr>
        <w:t>[VERSION.PROJECTINCLUDE]</w:t>
      </w:r>
    </w:p>
    <w:p w:rsidR="00115F02" w:rsidRPr="00256D36" w:rsidRDefault="00115F02" w:rsidP="00254262">
      <w:pPr>
        <w:pStyle w:val="Heading2"/>
        <w:rPr>
          <w:lang w:val="nl-NL"/>
        </w:rPr>
      </w:pPr>
      <w:bookmarkStart w:id="6" w:name="_Toc174340955"/>
      <w:bookmarkStart w:id="7" w:name="_Toc281307271"/>
      <w:r>
        <w:rPr>
          <w:lang w:val="nl-NL"/>
        </w:rPr>
        <w:t xml:space="preserve">Project </w:t>
      </w:r>
      <w:proofErr w:type="spellStart"/>
      <w:r>
        <w:rPr>
          <w:lang w:val="nl-NL"/>
        </w:rPr>
        <w:t>exclude</w:t>
      </w:r>
      <w:proofErr w:type="spellEnd"/>
      <w:r>
        <w:rPr>
          <w:lang w:val="nl-NL"/>
        </w:rPr>
        <w:t>.</w:t>
      </w:r>
      <w:bookmarkEnd w:id="6"/>
      <w:bookmarkEnd w:id="7"/>
    </w:p>
    <w:p w:rsidR="00115F02" w:rsidRPr="001470E5" w:rsidRDefault="00115F02" w:rsidP="00115F02">
      <w:pPr>
        <w:pStyle w:val="CBPNormal"/>
        <w:jc w:val="both"/>
        <w:rPr>
          <w:i/>
          <w:lang w:val="en-US"/>
        </w:rPr>
      </w:pPr>
      <w:r w:rsidRPr="001470E5">
        <w:rPr>
          <w:i/>
          <w:lang w:val="en-US"/>
        </w:rPr>
        <w:t>WHAT will we NOT deliver at the end of the project.</w:t>
      </w:r>
    </w:p>
    <w:p w:rsidR="007133B3" w:rsidRPr="00B50943" w:rsidRDefault="007133B3" w:rsidP="00115F02">
      <w:pPr>
        <w:pStyle w:val="CBPNormal"/>
        <w:jc w:val="both"/>
        <w:rPr>
          <w:lang w:val="en-US"/>
        </w:rPr>
      </w:pPr>
    </w:p>
    <w:p w:rsidR="00115F02" w:rsidRPr="00B50943" w:rsidRDefault="001470E5" w:rsidP="00115F02">
      <w:pPr>
        <w:pStyle w:val="CBPNormal"/>
        <w:jc w:val="both"/>
        <w:rPr>
          <w:lang w:val="en-US"/>
        </w:rPr>
      </w:pPr>
      <w:r>
        <w:rPr>
          <w:lang w:val="en-US"/>
        </w:rPr>
        <w:t>[VERSION.PROJECTEXCLUDE]</w:t>
      </w:r>
    </w:p>
    <w:p w:rsidR="00115F02" w:rsidRPr="00256D36" w:rsidRDefault="00115F02" w:rsidP="00254262">
      <w:pPr>
        <w:pStyle w:val="Heading2"/>
        <w:rPr>
          <w:lang w:val="nl-NL"/>
        </w:rPr>
      </w:pPr>
      <w:bookmarkStart w:id="8" w:name="_Toc174340956"/>
      <w:bookmarkStart w:id="9" w:name="_Toc281307272"/>
      <w:r w:rsidRPr="00256D36">
        <w:rPr>
          <w:lang w:val="nl-NL"/>
        </w:rPr>
        <w:t xml:space="preserve">AS-IS </w:t>
      </w:r>
      <w:proofErr w:type="spellStart"/>
      <w:r w:rsidRPr="00256D36">
        <w:rPr>
          <w:lang w:val="nl-NL"/>
        </w:rPr>
        <w:t>situation</w:t>
      </w:r>
      <w:proofErr w:type="spellEnd"/>
      <w:r w:rsidRPr="00256D36">
        <w:rPr>
          <w:lang w:val="nl-NL"/>
        </w:rPr>
        <w:t>.</w:t>
      </w:r>
      <w:bookmarkEnd w:id="8"/>
      <w:bookmarkEnd w:id="9"/>
    </w:p>
    <w:p w:rsidR="00115F02" w:rsidRDefault="00115F02" w:rsidP="00115F02">
      <w:pPr>
        <w:pStyle w:val="CBPNormal"/>
        <w:jc w:val="both"/>
        <w:rPr>
          <w:lang w:val="en-US"/>
        </w:rPr>
      </w:pPr>
    </w:p>
    <w:p w:rsidR="002E660C" w:rsidRPr="00B50943" w:rsidRDefault="001470E5" w:rsidP="00115F02">
      <w:pPr>
        <w:pStyle w:val="CBPNormal"/>
        <w:jc w:val="both"/>
        <w:rPr>
          <w:lang w:val="en-US"/>
        </w:rPr>
      </w:pPr>
      <w:r>
        <w:rPr>
          <w:lang w:val="en-US"/>
        </w:rPr>
        <w:t>[VERSION.ASIS]</w:t>
      </w:r>
    </w:p>
    <w:p w:rsidR="00115F02" w:rsidRPr="00256D36" w:rsidRDefault="00115F02" w:rsidP="00254262">
      <w:pPr>
        <w:pStyle w:val="Heading2"/>
        <w:rPr>
          <w:lang w:val="nl-NL"/>
        </w:rPr>
      </w:pPr>
      <w:bookmarkStart w:id="10" w:name="_Toc174340957"/>
      <w:bookmarkStart w:id="11" w:name="_Toc281307273"/>
      <w:r w:rsidRPr="00256D36">
        <w:rPr>
          <w:lang w:val="nl-NL"/>
        </w:rPr>
        <w:t xml:space="preserve">TO-BE </w:t>
      </w:r>
      <w:proofErr w:type="spellStart"/>
      <w:r w:rsidRPr="00256D36">
        <w:rPr>
          <w:lang w:val="nl-NL"/>
        </w:rPr>
        <w:t>situation</w:t>
      </w:r>
      <w:proofErr w:type="spellEnd"/>
      <w:r w:rsidRPr="00256D36">
        <w:rPr>
          <w:lang w:val="nl-NL"/>
        </w:rPr>
        <w:t>.</w:t>
      </w:r>
      <w:bookmarkEnd w:id="10"/>
      <w:bookmarkEnd w:id="11"/>
    </w:p>
    <w:p w:rsidR="00115F02" w:rsidRDefault="00115F02" w:rsidP="005D3253">
      <w:pPr>
        <w:pStyle w:val="CBPNormal"/>
        <w:rPr>
          <w:lang w:val="en-US"/>
        </w:rPr>
      </w:pPr>
    </w:p>
    <w:p w:rsidR="002E660C" w:rsidRDefault="001470E5" w:rsidP="005D3253">
      <w:pPr>
        <w:pStyle w:val="CBPNormal"/>
        <w:rPr>
          <w:lang w:val="en-US"/>
        </w:rPr>
      </w:pPr>
      <w:r>
        <w:rPr>
          <w:lang w:val="en-US"/>
        </w:rPr>
        <w:t>[VERSION.TOBE]</w:t>
      </w:r>
    </w:p>
    <w:p w:rsidR="00437409" w:rsidRDefault="00437409" w:rsidP="005D3253">
      <w:pPr>
        <w:pStyle w:val="CBPNormal"/>
        <w:rPr>
          <w:lang w:val="en-US"/>
        </w:rPr>
      </w:pPr>
    </w:p>
    <w:p w:rsidR="00437409" w:rsidRDefault="00437409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12" w:name="_Toc281307274"/>
      <w:r w:rsidRPr="00437409">
        <w:rPr>
          <w:color w:val="auto"/>
          <w:szCs w:val="40"/>
          <w:lang w:val="en-US"/>
        </w:rPr>
        <w:lastRenderedPageBreak/>
        <w:t>Project Team &amp; Communication</w:t>
      </w:r>
      <w:bookmarkEnd w:id="12"/>
      <w:r w:rsidR="00624279" w:rsidRPr="00437409">
        <w:rPr>
          <w:color w:val="auto"/>
          <w:szCs w:val="40"/>
          <w:lang w:val="en-US"/>
        </w:rPr>
        <w:t xml:space="preserve"> </w:t>
      </w:r>
    </w:p>
    <w:p w:rsidR="005D3253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 xml:space="preserve">WHO do we </w:t>
      </w:r>
      <w:r w:rsidR="00F901CD">
        <w:rPr>
          <w:i/>
          <w:lang w:val="en-US"/>
        </w:rPr>
        <w:t>need (type of resources / role)</w:t>
      </w:r>
      <w:r w:rsidR="008C7770" w:rsidRPr="00F901CD">
        <w:rPr>
          <w:i/>
          <w:lang w:val="en-US"/>
        </w:rPr>
        <w:t xml:space="preserve">?  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[VERSION.TEAMLEDEN]</w:t>
      </w:r>
    </w:p>
    <w:p w:rsidR="00F901CD" w:rsidRPr="005D3253" w:rsidRDefault="00F901CD" w:rsidP="005D3253">
      <w:pPr>
        <w:pStyle w:val="CBPNormal"/>
        <w:rPr>
          <w:lang w:val="en-US"/>
        </w:rPr>
      </w:pPr>
    </w:p>
    <w:p w:rsidR="005D3253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Reporting and communication Strategy.</w:t>
      </w:r>
    </w:p>
    <w:p w:rsidR="00F901CD" w:rsidRDefault="00F901CD" w:rsidP="005D3253">
      <w:pPr>
        <w:pStyle w:val="CBPNormal"/>
        <w:rPr>
          <w:lang w:val="en-US"/>
        </w:rPr>
      </w:pPr>
    </w:p>
    <w:p w:rsidR="008C7770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[VERSION.COMMUNICATIE]</w:t>
      </w:r>
    </w:p>
    <w:p w:rsidR="004B3703" w:rsidRDefault="004B3703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13" w:name="_Toc281307275"/>
      <w:r w:rsidRPr="00437409">
        <w:rPr>
          <w:color w:val="auto"/>
          <w:szCs w:val="40"/>
          <w:lang w:val="en-US"/>
        </w:rPr>
        <w:t>Project Timing</w:t>
      </w:r>
      <w:bookmarkEnd w:id="13"/>
    </w:p>
    <w:p w:rsidR="005D3253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When will we do it?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[VERSION.WANNEER]</w:t>
      </w:r>
    </w:p>
    <w:p w:rsidR="004B3703" w:rsidRDefault="004B3703" w:rsidP="005D3253">
      <w:pPr>
        <w:pStyle w:val="CBPNormal"/>
        <w:rPr>
          <w:lang w:val="en-US"/>
        </w:rPr>
      </w:pPr>
    </w:p>
    <w:p w:rsidR="00437409" w:rsidRDefault="00437409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14" w:name="_Toc281307276"/>
      <w:r w:rsidRPr="00437409">
        <w:rPr>
          <w:color w:val="auto"/>
          <w:szCs w:val="40"/>
          <w:lang w:val="en-US"/>
        </w:rPr>
        <w:t>Cost</w:t>
      </w:r>
      <w:r w:rsidR="00A86774" w:rsidRPr="00437409">
        <w:rPr>
          <w:color w:val="auto"/>
          <w:szCs w:val="40"/>
          <w:lang w:val="en-US"/>
        </w:rPr>
        <w:t xml:space="preserve"> </w:t>
      </w:r>
      <w:r w:rsidR="00AB63D0" w:rsidRPr="00437409">
        <w:rPr>
          <w:color w:val="auto"/>
          <w:szCs w:val="40"/>
          <w:lang w:val="en-US"/>
        </w:rPr>
        <w:t>&amp;</w:t>
      </w:r>
      <w:r w:rsidR="00A86774" w:rsidRPr="00437409">
        <w:rPr>
          <w:color w:val="auto"/>
          <w:szCs w:val="40"/>
          <w:lang w:val="en-US"/>
        </w:rPr>
        <w:t xml:space="preserve"> ben</w:t>
      </w:r>
      <w:r w:rsidR="0011443F" w:rsidRPr="00437409">
        <w:rPr>
          <w:color w:val="auto"/>
          <w:szCs w:val="40"/>
          <w:lang w:val="en-US"/>
        </w:rPr>
        <w:t>e</w:t>
      </w:r>
      <w:r w:rsidR="00A86774" w:rsidRPr="00437409">
        <w:rPr>
          <w:color w:val="auto"/>
          <w:szCs w:val="40"/>
          <w:lang w:val="en-US"/>
        </w:rPr>
        <w:t>fits</w:t>
      </w:r>
      <w:bookmarkEnd w:id="14"/>
    </w:p>
    <w:p w:rsidR="00AB63D0" w:rsidRDefault="00AB63D0" w:rsidP="00254262">
      <w:pPr>
        <w:pStyle w:val="Heading2"/>
        <w:rPr>
          <w:lang w:val="en-US"/>
        </w:rPr>
      </w:pPr>
      <w:bookmarkStart w:id="15" w:name="_Toc281307277"/>
      <w:r>
        <w:rPr>
          <w:lang w:val="en-US"/>
        </w:rPr>
        <w:t>Project Cost</w:t>
      </w:r>
      <w:bookmarkEnd w:id="15"/>
    </w:p>
    <w:p w:rsidR="00AB63D0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WHAT will it cost?</w:t>
      </w:r>
      <w:r w:rsidR="00A86774" w:rsidRPr="00F901CD">
        <w:rPr>
          <w:i/>
          <w:lang w:val="en-US"/>
        </w:rPr>
        <w:t xml:space="preserve"> </w:t>
      </w:r>
    </w:p>
    <w:p w:rsidR="00AB63D0" w:rsidRDefault="00AB63D0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[VERSION.KOSTEN]</w:t>
      </w:r>
    </w:p>
    <w:p w:rsidR="00437409" w:rsidRDefault="00437409" w:rsidP="005D3253">
      <w:pPr>
        <w:pStyle w:val="CBPNormal"/>
        <w:rPr>
          <w:lang w:val="en-US"/>
        </w:rPr>
      </w:pPr>
    </w:p>
    <w:p w:rsidR="00AB63D0" w:rsidRDefault="00AB63D0" w:rsidP="00254262">
      <w:pPr>
        <w:pStyle w:val="Heading2"/>
        <w:rPr>
          <w:lang w:val="en-US"/>
        </w:rPr>
      </w:pPr>
      <w:bookmarkStart w:id="16" w:name="_Toc281307278"/>
      <w:r>
        <w:rPr>
          <w:lang w:val="en-US"/>
        </w:rPr>
        <w:t>Project Benefits</w:t>
      </w:r>
      <w:bookmarkEnd w:id="16"/>
    </w:p>
    <w:p w:rsidR="005D3253" w:rsidRPr="00F901CD" w:rsidRDefault="00A86774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W</w:t>
      </w:r>
      <w:r w:rsidR="001D4B66" w:rsidRPr="00F901CD">
        <w:rPr>
          <w:i/>
          <w:lang w:val="en-US"/>
        </w:rPr>
        <w:t xml:space="preserve">HAT </w:t>
      </w:r>
      <w:r w:rsidRPr="00F901CD">
        <w:rPr>
          <w:i/>
          <w:lang w:val="en-US"/>
        </w:rPr>
        <w:t>will</w:t>
      </w:r>
      <w:r w:rsidR="00F901CD">
        <w:rPr>
          <w:i/>
          <w:lang w:val="en-US"/>
        </w:rPr>
        <w:t xml:space="preserve"> be the benefits (cost-savings)</w:t>
      </w:r>
      <w:r w:rsidRPr="00F901CD">
        <w:rPr>
          <w:i/>
          <w:lang w:val="en-US"/>
        </w:rPr>
        <w:t xml:space="preserve">?  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[VERSION.BATEN]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Default="00F901CD" w:rsidP="00F901CD">
      <w:pPr>
        <w:pStyle w:val="Heading2"/>
        <w:rPr>
          <w:lang w:val="en-US"/>
        </w:rPr>
      </w:pPr>
      <w:bookmarkStart w:id="17" w:name="_Toc281307279"/>
      <w:r>
        <w:rPr>
          <w:lang w:val="en-US"/>
        </w:rPr>
        <w:t xml:space="preserve">Project </w:t>
      </w:r>
      <w:proofErr w:type="spellStart"/>
      <w:r>
        <w:rPr>
          <w:lang w:val="en-US"/>
        </w:rPr>
        <w:t>Alignations</w:t>
      </w:r>
      <w:bookmarkEnd w:id="17"/>
      <w:proofErr w:type="spellEnd"/>
    </w:p>
    <w:p w:rsidR="00F901CD" w:rsidRPr="00F901CD" w:rsidRDefault="00F901CD" w:rsidP="00F901CD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 xml:space="preserve">HOW is the project </w:t>
      </w:r>
      <w:proofErr w:type="spellStart"/>
      <w:r w:rsidRPr="00F901CD">
        <w:rPr>
          <w:i/>
          <w:lang w:val="en-US"/>
        </w:rPr>
        <w:t>alignated</w:t>
      </w:r>
      <w:proofErr w:type="spellEnd"/>
      <w:r w:rsidRPr="00F901CD">
        <w:rPr>
          <w:i/>
          <w:lang w:val="en-US"/>
        </w:rPr>
        <w:t xml:space="preserve"> with the </w:t>
      </w:r>
      <w:proofErr w:type="spellStart"/>
      <w:r w:rsidRPr="00F901CD">
        <w:rPr>
          <w:i/>
          <w:lang w:val="en-US"/>
        </w:rPr>
        <w:t>Securex</w:t>
      </w:r>
      <w:proofErr w:type="spellEnd"/>
      <w:r w:rsidRPr="00F901CD">
        <w:rPr>
          <w:i/>
          <w:lang w:val="en-US"/>
        </w:rPr>
        <w:t xml:space="preserve"> </w:t>
      </w:r>
      <w:proofErr w:type="spellStart"/>
      <w:r w:rsidRPr="00F901CD">
        <w:rPr>
          <w:i/>
          <w:lang w:val="en-US"/>
        </w:rPr>
        <w:t>objectifs</w:t>
      </w:r>
      <w:proofErr w:type="spellEnd"/>
      <w:r w:rsidRPr="00F901CD">
        <w:rPr>
          <w:i/>
          <w:lang w:val="en-US"/>
        </w:rPr>
        <w:t>?</w:t>
      </w:r>
    </w:p>
    <w:p w:rsidR="00F901CD" w:rsidRDefault="00F901CD" w:rsidP="00F901CD">
      <w:pPr>
        <w:pStyle w:val="CBPNormal"/>
        <w:rPr>
          <w:lang w:val="en-US"/>
        </w:rPr>
      </w:pPr>
    </w:p>
    <w:p w:rsidR="00F901CD" w:rsidRPr="00F901CD" w:rsidRDefault="00F901CD" w:rsidP="00F901CD">
      <w:pPr>
        <w:pStyle w:val="CBPNormal"/>
        <w:rPr>
          <w:lang w:val="en-US"/>
        </w:rPr>
      </w:pPr>
      <w:r>
        <w:rPr>
          <w:lang w:val="en-US"/>
        </w:rPr>
        <w:t>[VERSION.ALIGNATIONS]</w:t>
      </w:r>
    </w:p>
    <w:p w:rsidR="00F901CD" w:rsidRDefault="00F901CD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18" w:name="_Toc281307280"/>
      <w:r w:rsidRPr="00437409">
        <w:rPr>
          <w:color w:val="auto"/>
          <w:szCs w:val="40"/>
          <w:lang w:val="en-US"/>
        </w:rPr>
        <w:t>Key Assu</w:t>
      </w:r>
      <w:r w:rsidR="00BF0082" w:rsidRPr="00437409">
        <w:rPr>
          <w:color w:val="auto"/>
          <w:szCs w:val="40"/>
          <w:lang w:val="en-US"/>
        </w:rPr>
        <w:t>m</w:t>
      </w:r>
      <w:r w:rsidRPr="00437409">
        <w:rPr>
          <w:color w:val="auto"/>
          <w:szCs w:val="40"/>
          <w:lang w:val="en-US"/>
        </w:rPr>
        <w:t>ptions</w:t>
      </w:r>
      <w:bookmarkEnd w:id="18"/>
    </w:p>
    <w:p w:rsidR="005D3253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WHAT must be in place in order to do this project?</w:t>
      </w:r>
    </w:p>
    <w:p w:rsidR="005D3253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Features, Resources, Schedules,</w:t>
      </w:r>
      <w:r w:rsidR="00F901CD" w:rsidRPr="00F901CD">
        <w:rPr>
          <w:i/>
          <w:lang w:val="en-US"/>
        </w:rPr>
        <w:t xml:space="preserve"> </w:t>
      </w:r>
      <w:r w:rsidRPr="00F901CD">
        <w:rPr>
          <w:i/>
          <w:lang w:val="en-US"/>
        </w:rPr>
        <w:t>…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lastRenderedPageBreak/>
        <w:t>[VERSION.PRECONDITIONS]</w:t>
      </w:r>
    </w:p>
    <w:p w:rsidR="00437409" w:rsidRDefault="00437409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19" w:name="_Toc281307281"/>
      <w:r w:rsidRPr="00437409">
        <w:rPr>
          <w:color w:val="auto"/>
          <w:szCs w:val="40"/>
          <w:lang w:val="en-US"/>
        </w:rPr>
        <w:t>Constraints</w:t>
      </w:r>
      <w:bookmarkEnd w:id="19"/>
    </w:p>
    <w:p w:rsidR="00B35200" w:rsidRPr="00F901CD" w:rsidRDefault="00B35200" w:rsidP="00B35200">
      <w:pPr>
        <w:pStyle w:val="CBPNormal"/>
        <w:rPr>
          <w:i/>
          <w:lang w:val="en-GB"/>
        </w:rPr>
      </w:pPr>
      <w:r w:rsidRPr="00F901CD">
        <w:rPr>
          <w:i/>
          <w:lang w:val="en-GB"/>
        </w:rPr>
        <w:t xml:space="preserve">Describe any project constraints being imposed in areas such as schedule, budget, resources, </w:t>
      </w:r>
      <w:r w:rsidRPr="00F901CD">
        <w:rPr>
          <w:rFonts w:cs="Arial"/>
          <w:i/>
          <w:szCs w:val="20"/>
          <w:lang w:val="en-GB"/>
        </w:rPr>
        <w:t>organizational</w:t>
      </w:r>
      <w:r w:rsidRPr="00F901CD">
        <w:rPr>
          <w:i/>
          <w:lang w:val="en-GB"/>
        </w:rPr>
        <w:t xml:space="preserve">, technology to be employed, products to be reused and interfaces to other products. </w:t>
      </w:r>
    </w:p>
    <w:p w:rsidR="00B35200" w:rsidRDefault="00B35200" w:rsidP="00B35200">
      <w:pPr>
        <w:pStyle w:val="CBPNormal"/>
        <w:rPr>
          <w:lang w:val="en-GB"/>
        </w:rPr>
      </w:pPr>
    </w:p>
    <w:p w:rsidR="00F901CD" w:rsidRDefault="00F901CD" w:rsidP="00B35200">
      <w:pPr>
        <w:pStyle w:val="CBPNormal"/>
        <w:rPr>
          <w:lang w:val="en-GB"/>
        </w:rPr>
      </w:pPr>
      <w:r>
        <w:rPr>
          <w:lang w:val="en-GB"/>
        </w:rPr>
        <w:t>[VERSION.CONSTRAINTS]</w:t>
      </w:r>
    </w:p>
    <w:p w:rsidR="00437409" w:rsidRDefault="00437409" w:rsidP="00B35200">
      <w:pPr>
        <w:pStyle w:val="CBPNormal"/>
        <w:rPr>
          <w:lang w:val="en-GB"/>
        </w:rPr>
      </w:pPr>
    </w:p>
    <w:p w:rsidR="004B3703" w:rsidRPr="00B35200" w:rsidRDefault="004B3703" w:rsidP="00B35200">
      <w:pPr>
        <w:pStyle w:val="CBPNormal"/>
        <w:rPr>
          <w:lang w:val="en-GB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20" w:name="_Toc281307282"/>
      <w:r w:rsidRPr="00437409">
        <w:rPr>
          <w:color w:val="auto"/>
          <w:szCs w:val="40"/>
          <w:lang w:val="en-US"/>
        </w:rPr>
        <w:t>Dependencies</w:t>
      </w:r>
      <w:bookmarkEnd w:id="20"/>
    </w:p>
    <w:p w:rsidR="005D3253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Projects / other initiatives we depend upon.</w:t>
      </w:r>
    </w:p>
    <w:p w:rsidR="00437409" w:rsidRDefault="00437409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[VERSION.DEPENDENCIES]</w:t>
      </w:r>
    </w:p>
    <w:p w:rsidR="00437409" w:rsidRDefault="00437409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  <w:lang w:val="en-US"/>
        </w:rPr>
      </w:pPr>
      <w:bookmarkStart w:id="21" w:name="_Toc281307283"/>
      <w:r w:rsidRPr="00437409">
        <w:rPr>
          <w:color w:val="auto"/>
          <w:szCs w:val="40"/>
          <w:lang w:val="en-US"/>
        </w:rPr>
        <w:t>Initial Risk Analysis</w:t>
      </w:r>
      <w:bookmarkEnd w:id="21"/>
    </w:p>
    <w:p w:rsidR="005D3253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What can go wrong an</w:t>
      </w:r>
      <w:r w:rsidR="00757215" w:rsidRPr="00F901CD">
        <w:rPr>
          <w:i/>
          <w:lang w:val="en-US"/>
        </w:rPr>
        <w:t>d</w:t>
      </w:r>
      <w:r w:rsidRPr="00F901CD">
        <w:rPr>
          <w:i/>
          <w:lang w:val="en-US"/>
        </w:rPr>
        <w:t xml:space="preserve"> how will we avoid it?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[VERSION.RISICOS]</w:t>
      </w:r>
    </w:p>
    <w:p w:rsidR="00F901CD" w:rsidRDefault="00F901CD" w:rsidP="005D3253">
      <w:pPr>
        <w:pStyle w:val="CBPNormal"/>
        <w:rPr>
          <w:lang w:val="en-US"/>
        </w:rPr>
      </w:pPr>
    </w:p>
    <w:p w:rsidR="004B3703" w:rsidRPr="005D3253" w:rsidRDefault="004B3703" w:rsidP="005D3253">
      <w:pPr>
        <w:pStyle w:val="CBPNormal"/>
        <w:rPr>
          <w:lang w:val="en-US"/>
        </w:rPr>
      </w:pPr>
    </w:p>
    <w:p w:rsidR="005D3253" w:rsidRPr="00437409" w:rsidRDefault="005D3253" w:rsidP="00254262">
      <w:pPr>
        <w:pStyle w:val="Heading1"/>
        <w:rPr>
          <w:color w:val="auto"/>
          <w:szCs w:val="40"/>
        </w:rPr>
      </w:pPr>
      <w:bookmarkStart w:id="22" w:name="_Toc281307284"/>
      <w:r w:rsidRPr="00437409">
        <w:rPr>
          <w:color w:val="auto"/>
          <w:szCs w:val="40"/>
          <w:lang w:val="en-US"/>
        </w:rPr>
        <w:t>Project</w:t>
      </w:r>
      <w:r w:rsidRPr="00437409">
        <w:rPr>
          <w:color w:val="auto"/>
          <w:szCs w:val="40"/>
        </w:rPr>
        <w:t xml:space="preserve"> Support </w:t>
      </w:r>
      <w:proofErr w:type="spellStart"/>
      <w:r w:rsidRPr="00437409">
        <w:rPr>
          <w:color w:val="auto"/>
          <w:szCs w:val="40"/>
        </w:rPr>
        <w:t>Activities</w:t>
      </w:r>
      <w:bookmarkEnd w:id="22"/>
      <w:proofErr w:type="spellEnd"/>
    </w:p>
    <w:p w:rsidR="00450DCC" w:rsidRPr="00F901CD" w:rsidRDefault="005D3253" w:rsidP="005D3253">
      <w:pPr>
        <w:pStyle w:val="CBPNormal"/>
        <w:rPr>
          <w:i/>
          <w:lang w:val="en-US"/>
        </w:rPr>
      </w:pPr>
      <w:r w:rsidRPr="00F901CD">
        <w:rPr>
          <w:i/>
          <w:lang w:val="en-US"/>
        </w:rPr>
        <w:t>How will we monitor and control the project?</w:t>
      </w:r>
    </w:p>
    <w:p w:rsidR="00F901CD" w:rsidRDefault="00F901CD" w:rsidP="005D3253">
      <w:pPr>
        <w:pStyle w:val="CBPNormal"/>
        <w:rPr>
          <w:lang w:val="en-US"/>
        </w:rPr>
      </w:pPr>
    </w:p>
    <w:p w:rsidR="00F901CD" w:rsidRPr="005D3253" w:rsidRDefault="00F901CD" w:rsidP="005D3253">
      <w:pPr>
        <w:pStyle w:val="CBPNormal"/>
        <w:rPr>
          <w:lang w:val="en-US"/>
        </w:rPr>
      </w:pPr>
      <w:r>
        <w:rPr>
          <w:lang w:val="en-US"/>
        </w:rPr>
        <w:t>[VERSION.SUPPORT]</w:t>
      </w:r>
    </w:p>
    <w:sectPr w:rsidR="00F901CD" w:rsidRPr="005D3253" w:rsidSect="00BD6C01">
      <w:headerReference w:type="even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3AF" w:rsidRDefault="004E63AF">
      <w:r>
        <w:separator/>
      </w:r>
    </w:p>
  </w:endnote>
  <w:endnote w:type="continuationSeparator" w:id="0">
    <w:p w:rsidR="004E63AF" w:rsidRDefault="004E6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09" w:rsidRDefault="00437409" w:rsidP="00CF71BB">
    <w:pPr>
      <w:pStyle w:val="Footer"/>
      <w:rPr>
        <w:lang w:val="en-GB"/>
      </w:rPr>
    </w:pPr>
    <w:r>
      <w:rPr>
        <w:lang w:val="en-GB"/>
      </w:rPr>
      <w:t xml:space="preserve">[VERSION.CATEGORY] </w:t>
    </w:r>
  </w:p>
  <w:p w:rsidR="00507846" w:rsidRPr="00D62409" w:rsidRDefault="007B3974" w:rsidP="00CF71BB">
    <w:pPr>
      <w:pStyle w:val="Footer"/>
      <w:rPr>
        <w:lang w:val="en-GB"/>
      </w:rPr>
    </w:pPr>
    <w:r>
      <w:rPr>
        <w:lang w:val="en-GB"/>
      </w:rPr>
      <w:t>[VERSION.SUBCATEGORY]</w:t>
    </w:r>
    <w:r w:rsidR="00507846" w:rsidRPr="00497CD1">
      <w:rPr>
        <w:lang w:val="en-GB"/>
      </w:rPr>
      <w:tab/>
    </w:r>
    <w:fldSimple w:instr=" DATE \@ &quot;d/MM/yyyy&quot; ">
      <w:r w:rsidR="00E12844">
        <w:rPr>
          <w:noProof/>
        </w:rPr>
        <w:t>3/05/2012</w:t>
      </w:r>
    </w:fldSimple>
    <w:r w:rsidR="00507846" w:rsidRPr="00497CD1">
      <w:rPr>
        <w:lang w:val="en-GB"/>
      </w:rPr>
      <w:tab/>
    </w:r>
    <w:r w:rsidR="005D2874">
      <w:rPr>
        <w:rStyle w:val="PageNumber"/>
      </w:rPr>
      <w:fldChar w:fldCharType="begin"/>
    </w:r>
    <w:r w:rsidR="00497CD1" w:rsidRPr="00497CD1">
      <w:rPr>
        <w:rStyle w:val="PageNumber"/>
        <w:lang w:val="en-GB"/>
      </w:rPr>
      <w:instrText xml:space="preserve"> PAGE </w:instrText>
    </w:r>
    <w:r w:rsidR="005D2874">
      <w:rPr>
        <w:rStyle w:val="PageNumber"/>
      </w:rPr>
      <w:fldChar w:fldCharType="separate"/>
    </w:r>
    <w:r w:rsidR="00E12844">
      <w:rPr>
        <w:rStyle w:val="PageNumber"/>
        <w:noProof/>
        <w:lang w:val="en-GB"/>
      </w:rPr>
      <w:t>4</w:t>
    </w:r>
    <w:r w:rsidR="005D2874">
      <w:rPr>
        <w:rStyle w:val="PageNumber"/>
      </w:rPr>
      <w:fldChar w:fldCharType="end"/>
    </w:r>
    <w:r w:rsidR="00497CD1" w:rsidRPr="00497CD1">
      <w:rPr>
        <w:rStyle w:val="PageNumber"/>
        <w:lang w:val="en-GB"/>
      </w:rPr>
      <w:t>/</w:t>
    </w:r>
    <w:r w:rsidR="005D2874">
      <w:rPr>
        <w:rStyle w:val="PageNumber"/>
      </w:rPr>
      <w:fldChar w:fldCharType="begin"/>
    </w:r>
    <w:r w:rsidR="00497CD1" w:rsidRPr="00497CD1">
      <w:rPr>
        <w:rStyle w:val="PageNumber"/>
        <w:lang w:val="en-GB"/>
      </w:rPr>
      <w:instrText xml:space="preserve"> NUMPAGES </w:instrText>
    </w:r>
    <w:r w:rsidR="005D2874">
      <w:rPr>
        <w:rStyle w:val="PageNumber"/>
      </w:rPr>
      <w:fldChar w:fldCharType="separate"/>
    </w:r>
    <w:r w:rsidR="00E12844">
      <w:rPr>
        <w:rStyle w:val="PageNumber"/>
        <w:noProof/>
        <w:lang w:val="en-GB"/>
      </w:rPr>
      <w:t>6</w:t>
    </w:r>
    <w:r w:rsidR="005D2874">
      <w:rPr>
        <w:rStyle w:val="PageNumber"/>
      </w:rPr>
      <w:fldChar w:fldCharType="end"/>
    </w:r>
    <w:r w:rsidR="00507846" w:rsidRPr="00BD6C01">
      <w:rPr>
        <w:lang w:val="fr-FR"/>
      </w:rPr>
      <w:tab/>
    </w:r>
  </w:p>
  <w:p w:rsidR="00507846" w:rsidRPr="00BD6C01" w:rsidRDefault="00507846" w:rsidP="00CF71BB">
    <w:pPr>
      <w:pStyle w:val="Footer"/>
      <w:rPr>
        <w:lang w:val="fr-FR"/>
      </w:rPr>
    </w:pPr>
  </w:p>
  <w:p w:rsidR="00507846" w:rsidRPr="0090312F" w:rsidRDefault="00507846" w:rsidP="00CF71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3AF" w:rsidRDefault="004E63AF">
      <w:r>
        <w:separator/>
      </w:r>
    </w:p>
  </w:footnote>
  <w:footnote w:type="continuationSeparator" w:id="0">
    <w:p w:rsidR="004E63AF" w:rsidRDefault="004E6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4F" w:rsidRDefault="00AD664F" w:rsidP="00CF71BB"/>
  <w:tbl>
    <w:tblPr>
      <w:tblW w:w="985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/>
    </w:tblPr>
    <w:tblGrid>
      <w:gridCol w:w="2552"/>
      <w:gridCol w:w="2835"/>
      <w:gridCol w:w="4468"/>
    </w:tblGrid>
    <w:tr w:rsidR="00AD664F">
      <w:trPr>
        <w:trHeight w:val="558"/>
      </w:trPr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D664F" w:rsidRDefault="00876734" w:rsidP="00CF71BB">
          <w:pPr>
            <w:pStyle w:val="Tabletitle"/>
            <w:rPr>
              <w:rFonts w:ascii="Verdana" w:hAnsi="Verdana"/>
              <w:color w:val="333399"/>
              <w:sz w:val="26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190625" cy="485775"/>
                <wp:effectExtent l="19050" t="0" r="9525" b="0"/>
                <wp:docPr id="2" name="Picture 2" descr="SECUREX logo 2009 BEL RV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CUREX logo 2009 BEL RV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D664F" w:rsidRPr="00BD3D91" w:rsidRDefault="00AD664F" w:rsidP="00CF71BB">
          <w:pPr>
            <w:pStyle w:val="Tabletitle"/>
            <w:rPr>
              <w:lang w:val="en-GB"/>
            </w:rPr>
          </w:pPr>
          <w:r>
            <w:rPr>
              <w:rFonts w:ascii="Verdana" w:hAnsi="Verdana"/>
              <w:color w:val="808080"/>
              <w:sz w:val="8"/>
              <w:lang w:val="en-GB"/>
            </w:rPr>
            <w:br/>
          </w:r>
          <w:r>
            <w:rPr>
              <w:color w:val="808080"/>
              <w:sz w:val="32"/>
              <w:szCs w:val="32"/>
            </w:rPr>
            <w:t>Project Charter</w:t>
          </w:r>
        </w:p>
      </w:tc>
      <w:tc>
        <w:tcPr>
          <w:tcW w:w="44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D664F" w:rsidRDefault="00AD664F" w:rsidP="00CF71BB">
          <w:pPr>
            <w:pStyle w:val="Tabletitle"/>
            <w:rPr>
              <w:sz w:val="8"/>
            </w:rPr>
          </w:pPr>
        </w:p>
        <w:p w:rsidR="00AD664F" w:rsidRPr="00BD3D91" w:rsidRDefault="00D62409" w:rsidP="00CF71BB">
          <w:pPr>
            <w:pStyle w:val="Tabletitle"/>
            <w:rPr>
              <w:color w:val="808080"/>
              <w:sz w:val="32"/>
              <w:szCs w:val="32"/>
              <w:lang w:val="en-GB"/>
            </w:rPr>
          </w:pPr>
          <w:r>
            <w:rPr>
              <w:color w:val="808080"/>
              <w:sz w:val="32"/>
              <w:szCs w:val="32"/>
            </w:rPr>
            <w:t>[VERSION.TITEL]</w:t>
          </w:r>
        </w:p>
      </w:tc>
    </w:tr>
  </w:tbl>
  <w:p w:rsidR="00AD664F" w:rsidRPr="00633BDC" w:rsidRDefault="00AD664F" w:rsidP="00CF71BB"/>
  <w:p w:rsidR="00AD664F" w:rsidRDefault="00AD664F" w:rsidP="00CF71BB">
    <w:pPr>
      <w:pStyle w:val="Tabletit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79" w:rsidRDefault="006242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clip_image001"/>
      </v:shape>
    </w:pict>
  </w:numPicBullet>
  <w:numPicBullet w:numPicBulletId="1">
    <w:pict>
      <v:shape id="_x0000_i1029" type="#_x0000_t75" style="width:9pt;height:9pt" o:bullet="t">
        <v:imagedata r:id="rId2" o:title="BD14830_"/>
      </v:shape>
    </w:pict>
  </w:numPicBullet>
  <w:abstractNum w:abstractNumId="0">
    <w:nsid w:val="09384758"/>
    <w:multiLevelType w:val="multilevel"/>
    <w:tmpl w:val="76E00A72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i w:val="0"/>
        <w:color w:val="FF6600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hint="default"/>
      </w:rPr>
    </w:lvl>
  </w:abstractNum>
  <w:abstractNum w:abstractNumId="1">
    <w:nsid w:val="32273298"/>
    <w:multiLevelType w:val="multilevel"/>
    <w:tmpl w:val="AFAE1C9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9390865"/>
    <w:multiLevelType w:val="multilevel"/>
    <w:tmpl w:val="497227AC"/>
    <w:lvl w:ilvl="0">
      <w:start w:val="1"/>
      <w:numFmt w:val="upperLetter"/>
      <w:suff w:val="space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F043115"/>
    <w:multiLevelType w:val="multilevel"/>
    <w:tmpl w:val="23C0F40C"/>
    <w:lvl w:ilvl="0">
      <w:start w:val="1"/>
      <w:numFmt w:val="bullet"/>
      <w:lvlText w:val=""/>
      <w:lvlJc w:val="left"/>
      <w:pPr>
        <w:tabs>
          <w:tab w:val="num" w:pos="2064"/>
        </w:tabs>
        <w:ind w:left="2064" w:hanging="363"/>
      </w:pPr>
      <w:rPr>
        <w:rFonts w:ascii="Wingdings" w:hAnsi="Wingdings" w:hint="default"/>
        <w:color w:val="FF6600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40B36028"/>
    <w:multiLevelType w:val="multilevel"/>
    <w:tmpl w:val="76E00A72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  <w:i w:val="0"/>
        <w:color w:val="FF6600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hint="default"/>
      </w:rPr>
    </w:lvl>
  </w:abstractNum>
  <w:abstractNum w:abstractNumId="5">
    <w:nsid w:val="6CC47C4C"/>
    <w:multiLevelType w:val="hybridMultilevel"/>
    <w:tmpl w:val="857670EA"/>
    <w:lvl w:ilvl="0" w:tplc="75F6E048">
      <w:start w:val="1"/>
      <w:numFmt w:val="decimal"/>
      <w:pStyle w:val="NumberedText"/>
      <w:lvlText w:val="%1."/>
      <w:lvlJc w:val="left"/>
      <w:pPr>
        <w:tabs>
          <w:tab w:val="num" w:pos="1571"/>
        </w:tabs>
        <w:ind w:left="157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nl-BE" w:vendorID="9" w:dllVersion="512" w:checkStyle="1"/>
  <w:activeWritingStyle w:appName="MSWord" w:lang="nl-NL" w:vendorID="9" w:dllVersion="512" w:checkStyle="1"/>
  <w:activeWritingStyle w:appName="MSWord" w:lang="fr-FR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proofState w:spelling="clean"/>
  <w:attachedTemplate r:id="rId1"/>
  <w:stylePaneFormatFilter w:val="3001"/>
  <w:defaultTabStop w:val="72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62409"/>
    <w:rsid w:val="00000073"/>
    <w:rsid w:val="00000BC3"/>
    <w:rsid w:val="00002E2B"/>
    <w:rsid w:val="00002EE6"/>
    <w:rsid w:val="0000795B"/>
    <w:rsid w:val="000106E1"/>
    <w:rsid w:val="00010DD0"/>
    <w:rsid w:val="00011C28"/>
    <w:rsid w:val="00011F43"/>
    <w:rsid w:val="00012568"/>
    <w:rsid w:val="00013088"/>
    <w:rsid w:val="000138EE"/>
    <w:rsid w:val="00013CD2"/>
    <w:rsid w:val="00013EFC"/>
    <w:rsid w:val="00015554"/>
    <w:rsid w:val="00017185"/>
    <w:rsid w:val="00017ABC"/>
    <w:rsid w:val="00017C03"/>
    <w:rsid w:val="00022205"/>
    <w:rsid w:val="00022962"/>
    <w:rsid w:val="00023362"/>
    <w:rsid w:val="00023BB0"/>
    <w:rsid w:val="00024BB1"/>
    <w:rsid w:val="00026906"/>
    <w:rsid w:val="00031F2B"/>
    <w:rsid w:val="00032B59"/>
    <w:rsid w:val="00037538"/>
    <w:rsid w:val="000379FD"/>
    <w:rsid w:val="00040E7A"/>
    <w:rsid w:val="00041AC3"/>
    <w:rsid w:val="00042FCB"/>
    <w:rsid w:val="00043021"/>
    <w:rsid w:val="00043536"/>
    <w:rsid w:val="000440CC"/>
    <w:rsid w:val="0004776B"/>
    <w:rsid w:val="0005045F"/>
    <w:rsid w:val="00051B20"/>
    <w:rsid w:val="00052515"/>
    <w:rsid w:val="000530FE"/>
    <w:rsid w:val="00055190"/>
    <w:rsid w:val="00057106"/>
    <w:rsid w:val="00060AD7"/>
    <w:rsid w:val="00063ED5"/>
    <w:rsid w:val="00066506"/>
    <w:rsid w:val="00066655"/>
    <w:rsid w:val="000670E9"/>
    <w:rsid w:val="00071C2A"/>
    <w:rsid w:val="000722FA"/>
    <w:rsid w:val="00073AC5"/>
    <w:rsid w:val="00082786"/>
    <w:rsid w:val="00082959"/>
    <w:rsid w:val="00083701"/>
    <w:rsid w:val="0008486C"/>
    <w:rsid w:val="000866E4"/>
    <w:rsid w:val="000866EA"/>
    <w:rsid w:val="00086BAC"/>
    <w:rsid w:val="00091D6D"/>
    <w:rsid w:val="000921A3"/>
    <w:rsid w:val="00092600"/>
    <w:rsid w:val="00092FBA"/>
    <w:rsid w:val="00097CAE"/>
    <w:rsid w:val="000A291D"/>
    <w:rsid w:val="000A38B6"/>
    <w:rsid w:val="000B02E7"/>
    <w:rsid w:val="000B047E"/>
    <w:rsid w:val="000B155C"/>
    <w:rsid w:val="000B4B1D"/>
    <w:rsid w:val="000B653C"/>
    <w:rsid w:val="000B7DF7"/>
    <w:rsid w:val="000C0C5E"/>
    <w:rsid w:val="000C1F73"/>
    <w:rsid w:val="000C2075"/>
    <w:rsid w:val="000C39E1"/>
    <w:rsid w:val="000C3F1A"/>
    <w:rsid w:val="000C5FA5"/>
    <w:rsid w:val="000C63E7"/>
    <w:rsid w:val="000D3FF5"/>
    <w:rsid w:val="000D4C46"/>
    <w:rsid w:val="000D542E"/>
    <w:rsid w:val="000E0979"/>
    <w:rsid w:val="000E1038"/>
    <w:rsid w:val="000E39C9"/>
    <w:rsid w:val="000E3C52"/>
    <w:rsid w:val="000E6A53"/>
    <w:rsid w:val="000F4AB4"/>
    <w:rsid w:val="000F647A"/>
    <w:rsid w:val="001032D0"/>
    <w:rsid w:val="00104587"/>
    <w:rsid w:val="00104A6F"/>
    <w:rsid w:val="00105727"/>
    <w:rsid w:val="00106FAA"/>
    <w:rsid w:val="00110221"/>
    <w:rsid w:val="0011063A"/>
    <w:rsid w:val="00112E37"/>
    <w:rsid w:val="0011443F"/>
    <w:rsid w:val="00115F02"/>
    <w:rsid w:val="00115F15"/>
    <w:rsid w:val="00116AE3"/>
    <w:rsid w:val="00120E97"/>
    <w:rsid w:val="00124E6D"/>
    <w:rsid w:val="001257E7"/>
    <w:rsid w:val="00135165"/>
    <w:rsid w:val="00136C08"/>
    <w:rsid w:val="00137498"/>
    <w:rsid w:val="0014313D"/>
    <w:rsid w:val="00144837"/>
    <w:rsid w:val="0014653B"/>
    <w:rsid w:val="001470E5"/>
    <w:rsid w:val="0015170A"/>
    <w:rsid w:val="00156550"/>
    <w:rsid w:val="001579C6"/>
    <w:rsid w:val="0016061D"/>
    <w:rsid w:val="001610A0"/>
    <w:rsid w:val="001618EF"/>
    <w:rsid w:val="001623A7"/>
    <w:rsid w:val="001644F7"/>
    <w:rsid w:val="00170D63"/>
    <w:rsid w:val="0017101E"/>
    <w:rsid w:val="001715C4"/>
    <w:rsid w:val="00172B22"/>
    <w:rsid w:val="00174738"/>
    <w:rsid w:val="001752D1"/>
    <w:rsid w:val="001777E8"/>
    <w:rsid w:val="001830B7"/>
    <w:rsid w:val="001833A8"/>
    <w:rsid w:val="00185A70"/>
    <w:rsid w:val="001871E3"/>
    <w:rsid w:val="001934E4"/>
    <w:rsid w:val="001936B3"/>
    <w:rsid w:val="001952C8"/>
    <w:rsid w:val="001A253D"/>
    <w:rsid w:val="001A5027"/>
    <w:rsid w:val="001B15AB"/>
    <w:rsid w:val="001B229E"/>
    <w:rsid w:val="001B3AE0"/>
    <w:rsid w:val="001B4274"/>
    <w:rsid w:val="001B62AF"/>
    <w:rsid w:val="001B6DBD"/>
    <w:rsid w:val="001B743A"/>
    <w:rsid w:val="001B75D1"/>
    <w:rsid w:val="001C1DC0"/>
    <w:rsid w:val="001C2042"/>
    <w:rsid w:val="001C3676"/>
    <w:rsid w:val="001D18F7"/>
    <w:rsid w:val="001D4B66"/>
    <w:rsid w:val="001D648F"/>
    <w:rsid w:val="001E3168"/>
    <w:rsid w:val="001E55F4"/>
    <w:rsid w:val="001E56ED"/>
    <w:rsid w:val="001E57F3"/>
    <w:rsid w:val="001E688A"/>
    <w:rsid w:val="001F1F91"/>
    <w:rsid w:val="001F20AC"/>
    <w:rsid w:val="001F24ED"/>
    <w:rsid w:val="001F5788"/>
    <w:rsid w:val="00200641"/>
    <w:rsid w:val="0020257E"/>
    <w:rsid w:val="0020593C"/>
    <w:rsid w:val="00206FC4"/>
    <w:rsid w:val="00207359"/>
    <w:rsid w:val="002108C3"/>
    <w:rsid w:val="00211ACD"/>
    <w:rsid w:val="00212AA5"/>
    <w:rsid w:val="00213F00"/>
    <w:rsid w:val="00214673"/>
    <w:rsid w:val="002170A9"/>
    <w:rsid w:val="00227020"/>
    <w:rsid w:val="00231563"/>
    <w:rsid w:val="00234853"/>
    <w:rsid w:val="00237952"/>
    <w:rsid w:val="00244565"/>
    <w:rsid w:val="002454E6"/>
    <w:rsid w:val="0024672E"/>
    <w:rsid w:val="00250197"/>
    <w:rsid w:val="002533B7"/>
    <w:rsid w:val="00253913"/>
    <w:rsid w:val="00254262"/>
    <w:rsid w:val="0025448C"/>
    <w:rsid w:val="00257105"/>
    <w:rsid w:val="0026493E"/>
    <w:rsid w:val="00267E5C"/>
    <w:rsid w:val="00273C15"/>
    <w:rsid w:val="002808B2"/>
    <w:rsid w:val="002808E4"/>
    <w:rsid w:val="00286C11"/>
    <w:rsid w:val="00292D78"/>
    <w:rsid w:val="0029313C"/>
    <w:rsid w:val="002931DB"/>
    <w:rsid w:val="00294950"/>
    <w:rsid w:val="00294CBE"/>
    <w:rsid w:val="00296176"/>
    <w:rsid w:val="00296F55"/>
    <w:rsid w:val="002A145B"/>
    <w:rsid w:val="002A2E12"/>
    <w:rsid w:val="002A4D55"/>
    <w:rsid w:val="002A768E"/>
    <w:rsid w:val="002B1B06"/>
    <w:rsid w:val="002B5A3F"/>
    <w:rsid w:val="002B5AE0"/>
    <w:rsid w:val="002D2CC2"/>
    <w:rsid w:val="002D3F00"/>
    <w:rsid w:val="002E3E1D"/>
    <w:rsid w:val="002E660C"/>
    <w:rsid w:val="002F2847"/>
    <w:rsid w:val="002F7A19"/>
    <w:rsid w:val="0030188A"/>
    <w:rsid w:val="003027B3"/>
    <w:rsid w:val="003046DA"/>
    <w:rsid w:val="003053B8"/>
    <w:rsid w:val="00305490"/>
    <w:rsid w:val="0030750E"/>
    <w:rsid w:val="00307C19"/>
    <w:rsid w:val="003105A7"/>
    <w:rsid w:val="003105DE"/>
    <w:rsid w:val="00314775"/>
    <w:rsid w:val="003147B3"/>
    <w:rsid w:val="00316BF0"/>
    <w:rsid w:val="00317FFA"/>
    <w:rsid w:val="00320FBE"/>
    <w:rsid w:val="00334F11"/>
    <w:rsid w:val="00334FE5"/>
    <w:rsid w:val="00337CB5"/>
    <w:rsid w:val="0034195F"/>
    <w:rsid w:val="00341BF3"/>
    <w:rsid w:val="00342CB8"/>
    <w:rsid w:val="00344990"/>
    <w:rsid w:val="00345332"/>
    <w:rsid w:val="00347C37"/>
    <w:rsid w:val="0035127A"/>
    <w:rsid w:val="00354F57"/>
    <w:rsid w:val="003552DF"/>
    <w:rsid w:val="00363A37"/>
    <w:rsid w:val="00366601"/>
    <w:rsid w:val="00371D69"/>
    <w:rsid w:val="00372061"/>
    <w:rsid w:val="00372490"/>
    <w:rsid w:val="00372DA8"/>
    <w:rsid w:val="00373832"/>
    <w:rsid w:val="003800D1"/>
    <w:rsid w:val="00380923"/>
    <w:rsid w:val="003819D5"/>
    <w:rsid w:val="00384E61"/>
    <w:rsid w:val="003872C2"/>
    <w:rsid w:val="003A0CF6"/>
    <w:rsid w:val="003A0F12"/>
    <w:rsid w:val="003A23BD"/>
    <w:rsid w:val="003A63BA"/>
    <w:rsid w:val="003B0340"/>
    <w:rsid w:val="003B1F0C"/>
    <w:rsid w:val="003B361B"/>
    <w:rsid w:val="003B72D2"/>
    <w:rsid w:val="003B7884"/>
    <w:rsid w:val="003C07F4"/>
    <w:rsid w:val="003C1717"/>
    <w:rsid w:val="003C324A"/>
    <w:rsid w:val="003C56B8"/>
    <w:rsid w:val="003C7B3C"/>
    <w:rsid w:val="003D149A"/>
    <w:rsid w:val="003D4D0C"/>
    <w:rsid w:val="003D5E88"/>
    <w:rsid w:val="003D633A"/>
    <w:rsid w:val="003D71F6"/>
    <w:rsid w:val="003E0E53"/>
    <w:rsid w:val="003E4378"/>
    <w:rsid w:val="003F5B4E"/>
    <w:rsid w:val="003F7404"/>
    <w:rsid w:val="00400A49"/>
    <w:rsid w:val="004037C4"/>
    <w:rsid w:val="00403DE5"/>
    <w:rsid w:val="00407306"/>
    <w:rsid w:val="00412BFB"/>
    <w:rsid w:val="00412DBB"/>
    <w:rsid w:val="00420C8F"/>
    <w:rsid w:val="00420D64"/>
    <w:rsid w:val="00423443"/>
    <w:rsid w:val="00430992"/>
    <w:rsid w:val="00437409"/>
    <w:rsid w:val="004434B1"/>
    <w:rsid w:val="004452D2"/>
    <w:rsid w:val="00450DCC"/>
    <w:rsid w:val="00451AD8"/>
    <w:rsid w:val="0045578B"/>
    <w:rsid w:val="004558D6"/>
    <w:rsid w:val="004558F5"/>
    <w:rsid w:val="00456EAF"/>
    <w:rsid w:val="00462D99"/>
    <w:rsid w:val="00463841"/>
    <w:rsid w:val="004644C1"/>
    <w:rsid w:val="004659C7"/>
    <w:rsid w:val="00476C44"/>
    <w:rsid w:val="00477D1F"/>
    <w:rsid w:val="00477FCA"/>
    <w:rsid w:val="0048123B"/>
    <w:rsid w:val="00481AB6"/>
    <w:rsid w:val="00483546"/>
    <w:rsid w:val="00483919"/>
    <w:rsid w:val="00483DEF"/>
    <w:rsid w:val="00484B9E"/>
    <w:rsid w:val="00492AAE"/>
    <w:rsid w:val="0049531B"/>
    <w:rsid w:val="00496215"/>
    <w:rsid w:val="004965AC"/>
    <w:rsid w:val="00496EB7"/>
    <w:rsid w:val="00497492"/>
    <w:rsid w:val="00497CD1"/>
    <w:rsid w:val="004A26FD"/>
    <w:rsid w:val="004A43FD"/>
    <w:rsid w:val="004A49FC"/>
    <w:rsid w:val="004B17DD"/>
    <w:rsid w:val="004B3703"/>
    <w:rsid w:val="004B3C07"/>
    <w:rsid w:val="004B4EEE"/>
    <w:rsid w:val="004B5156"/>
    <w:rsid w:val="004B5C0C"/>
    <w:rsid w:val="004C45DC"/>
    <w:rsid w:val="004C52EA"/>
    <w:rsid w:val="004C7642"/>
    <w:rsid w:val="004C7A9D"/>
    <w:rsid w:val="004D1B19"/>
    <w:rsid w:val="004D2E5E"/>
    <w:rsid w:val="004D2FB8"/>
    <w:rsid w:val="004D4A98"/>
    <w:rsid w:val="004D5152"/>
    <w:rsid w:val="004D69D9"/>
    <w:rsid w:val="004E18E5"/>
    <w:rsid w:val="004E63AF"/>
    <w:rsid w:val="004E7424"/>
    <w:rsid w:val="004E762D"/>
    <w:rsid w:val="004F0585"/>
    <w:rsid w:val="004F5BBA"/>
    <w:rsid w:val="004F5D53"/>
    <w:rsid w:val="00502AB0"/>
    <w:rsid w:val="00503EA4"/>
    <w:rsid w:val="00506167"/>
    <w:rsid w:val="005069B2"/>
    <w:rsid w:val="005072A7"/>
    <w:rsid w:val="00507710"/>
    <w:rsid w:val="00507846"/>
    <w:rsid w:val="00507C11"/>
    <w:rsid w:val="00507F79"/>
    <w:rsid w:val="00512665"/>
    <w:rsid w:val="0052060E"/>
    <w:rsid w:val="005214CF"/>
    <w:rsid w:val="00526A1C"/>
    <w:rsid w:val="00526E3E"/>
    <w:rsid w:val="00527257"/>
    <w:rsid w:val="00527733"/>
    <w:rsid w:val="00530532"/>
    <w:rsid w:val="00532B5E"/>
    <w:rsid w:val="00533713"/>
    <w:rsid w:val="005347BA"/>
    <w:rsid w:val="0053691E"/>
    <w:rsid w:val="0054186F"/>
    <w:rsid w:val="00543172"/>
    <w:rsid w:val="0054450F"/>
    <w:rsid w:val="00547A8E"/>
    <w:rsid w:val="0055263D"/>
    <w:rsid w:val="00553751"/>
    <w:rsid w:val="00554678"/>
    <w:rsid w:val="00554CC1"/>
    <w:rsid w:val="00556C6F"/>
    <w:rsid w:val="00557B5C"/>
    <w:rsid w:val="005602DF"/>
    <w:rsid w:val="00560B3A"/>
    <w:rsid w:val="00560EB8"/>
    <w:rsid w:val="00561570"/>
    <w:rsid w:val="00561F86"/>
    <w:rsid w:val="00564C0C"/>
    <w:rsid w:val="0056572C"/>
    <w:rsid w:val="00565F37"/>
    <w:rsid w:val="0056619B"/>
    <w:rsid w:val="0056627C"/>
    <w:rsid w:val="0057224F"/>
    <w:rsid w:val="00573579"/>
    <w:rsid w:val="00573C74"/>
    <w:rsid w:val="005740D7"/>
    <w:rsid w:val="005759E1"/>
    <w:rsid w:val="00582CE5"/>
    <w:rsid w:val="005833F5"/>
    <w:rsid w:val="0058429A"/>
    <w:rsid w:val="00585499"/>
    <w:rsid w:val="00586B72"/>
    <w:rsid w:val="005915BC"/>
    <w:rsid w:val="0059493F"/>
    <w:rsid w:val="00597FFD"/>
    <w:rsid w:val="005A078A"/>
    <w:rsid w:val="005A2D0D"/>
    <w:rsid w:val="005A372F"/>
    <w:rsid w:val="005A3CB8"/>
    <w:rsid w:val="005A576B"/>
    <w:rsid w:val="005A585A"/>
    <w:rsid w:val="005A6E64"/>
    <w:rsid w:val="005A79A9"/>
    <w:rsid w:val="005B2012"/>
    <w:rsid w:val="005B384A"/>
    <w:rsid w:val="005B3C19"/>
    <w:rsid w:val="005B7719"/>
    <w:rsid w:val="005C08E9"/>
    <w:rsid w:val="005C1A8D"/>
    <w:rsid w:val="005C2D54"/>
    <w:rsid w:val="005C540E"/>
    <w:rsid w:val="005C6431"/>
    <w:rsid w:val="005C7AFE"/>
    <w:rsid w:val="005D2874"/>
    <w:rsid w:val="005D29DB"/>
    <w:rsid w:val="005D2FD7"/>
    <w:rsid w:val="005D3253"/>
    <w:rsid w:val="005D45D3"/>
    <w:rsid w:val="005D78E8"/>
    <w:rsid w:val="005E00FD"/>
    <w:rsid w:val="005E0AEA"/>
    <w:rsid w:val="005E12B5"/>
    <w:rsid w:val="005E379B"/>
    <w:rsid w:val="005E7DA5"/>
    <w:rsid w:val="005F0261"/>
    <w:rsid w:val="005F1A1B"/>
    <w:rsid w:val="005F231D"/>
    <w:rsid w:val="005F29EE"/>
    <w:rsid w:val="005F5249"/>
    <w:rsid w:val="005F591A"/>
    <w:rsid w:val="005F7867"/>
    <w:rsid w:val="00600D63"/>
    <w:rsid w:val="00602757"/>
    <w:rsid w:val="00606245"/>
    <w:rsid w:val="0061301D"/>
    <w:rsid w:val="00614C02"/>
    <w:rsid w:val="0061566E"/>
    <w:rsid w:val="00616015"/>
    <w:rsid w:val="006164D6"/>
    <w:rsid w:val="006178E8"/>
    <w:rsid w:val="00617E53"/>
    <w:rsid w:val="0062076B"/>
    <w:rsid w:val="00620A7C"/>
    <w:rsid w:val="006216F8"/>
    <w:rsid w:val="00624279"/>
    <w:rsid w:val="006257E4"/>
    <w:rsid w:val="00626EDA"/>
    <w:rsid w:val="00626F64"/>
    <w:rsid w:val="006310F0"/>
    <w:rsid w:val="0063240A"/>
    <w:rsid w:val="00632DC6"/>
    <w:rsid w:val="00633BDC"/>
    <w:rsid w:val="006379A5"/>
    <w:rsid w:val="00640FF0"/>
    <w:rsid w:val="006416C9"/>
    <w:rsid w:val="00643A88"/>
    <w:rsid w:val="00655300"/>
    <w:rsid w:val="0065559D"/>
    <w:rsid w:val="006573D2"/>
    <w:rsid w:val="00657867"/>
    <w:rsid w:val="00661F43"/>
    <w:rsid w:val="00667167"/>
    <w:rsid w:val="00676AC2"/>
    <w:rsid w:val="00677E55"/>
    <w:rsid w:val="00680B04"/>
    <w:rsid w:val="00683CC3"/>
    <w:rsid w:val="00686B03"/>
    <w:rsid w:val="00686DF7"/>
    <w:rsid w:val="006908CC"/>
    <w:rsid w:val="00690C13"/>
    <w:rsid w:val="0069277E"/>
    <w:rsid w:val="00692D5E"/>
    <w:rsid w:val="00694F2B"/>
    <w:rsid w:val="0069756F"/>
    <w:rsid w:val="0069793B"/>
    <w:rsid w:val="006A2684"/>
    <w:rsid w:val="006A2E56"/>
    <w:rsid w:val="006A2F4C"/>
    <w:rsid w:val="006A4797"/>
    <w:rsid w:val="006A5C3D"/>
    <w:rsid w:val="006B2A7E"/>
    <w:rsid w:val="006B37BE"/>
    <w:rsid w:val="006B58DE"/>
    <w:rsid w:val="006B6E0E"/>
    <w:rsid w:val="006C020D"/>
    <w:rsid w:val="006C205C"/>
    <w:rsid w:val="006C2DF8"/>
    <w:rsid w:val="006D1929"/>
    <w:rsid w:val="006D2188"/>
    <w:rsid w:val="006D4610"/>
    <w:rsid w:val="006E2125"/>
    <w:rsid w:val="006E307E"/>
    <w:rsid w:val="006E33A4"/>
    <w:rsid w:val="006E4F0A"/>
    <w:rsid w:val="006F2165"/>
    <w:rsid w:val="006F45D7"/>
    <w:rsid w:val="006F46CC"/>
    <w:rsid w:val="006F5142"/>
    <w:rsid w:val="006F6192"/>
    <w:rsid w:val="006F70EA"/>
    <w:rsid w:val="007017F0"/>
    <w:rsid w:val="00703B97"/>
    <w:rsid w:val="00706918"/>
    <w:rsid w:val="007107DF"/>
    <w:rsid w:val="007132F2"/>
    <w:rsid w:val="007133B3"/>
    <w:rsid w:val="007163BF"/>
    <w:rsid w:val="00721902"/>
    <w:rsid w:val="00723C56"/>
    <w:rsid w:val="00724DBD"/>
    <w:rsid w:val="007271D5"/>
    <w:rsid w:val="00727835"/>
    <w:rsid w:val="0073168B"/>
    <w:rsid w:val="007330F8"/>
    <w:rsid w:val="00735317"/>
    <w:rsid w:val="007360B4"/>
    <w:rsid w:val="007376F9"/>
    <w:rsid w:val="0073792E"/>
    <w:rsid w:val="007428F8"/>
    <w:rsid w:val="00742956"/>
    <w:rsid w:val="00757215"/>
    <w:rsid w:val="00757B77"/>
    <w:rsid w:val="00760F2B"/>
    <w:rsid w:val="00770862"/>
    <w:rsid w:val="00772026"/>
    <w:rsid w:val="00774406"/>
    <w:rsid w:val="00774DC7"/>
    <w:rsid w:val="00775B94"/>
    <w:rsid w:val="00776678"/>
    <w:rsid w:val="00777220"/>
    <w:rsid w:val="00777947"/>
    <w:rsid w:val="007811CB"/>
    <w:rsid w:val="007817AA"/>
    <w:rsid w:val="00783DAC"/>
    <w:rsid w:val="007902D4"/>
    <w:rsid w:val="00794E76"/>
    <w:rsid w:val="007A45DE"/>
    <w:rsid w:val="007A5169"/>
    <w:rsid w:val="007B0329"/>
    <w:rsid w:val="007B1B3F"/>
    <w:rsid w:val="007B36AD"/>
    <w:rsid w:val="007B3974"/>
    <w:rsid w:val="007B4D8D"/>
    <w:rsid w:val="007C02BB"/>
    <w:rsid w:val="007C248D"/>
    <w:rsid w:val="007C3691"/>
    <w:rsid w:val="007C4D18"/>
    <w:rsid w:val="007C5F90"/>
    <w:rsid w:val="007C682E"/>
    <w:rsid w:val="007D25E8"/>
    <w:rsid w:val="007D2E02"/>
    <w:rsid w:val="007D6EAB"/>
    <w:rsid w:val="007E093C"/>
    <w:rsid w:val="007E2572"/>
    <w:rsid w:val="007E3855"/>
    <w:rsid w:val="007E3993"/>
    <w:rsid w:val="007E3B6F"/>
    <w:rsid w:val="007E4059"/>
    <w:rsid w:val="007E4D8B"/>
    <w:rsid w:val="007F00E4"/>
    <w:rsid w:val="007F1313"/>
    <w:rsid w:val="007F25A9"/>
    <w:rsid w:val="007F2FD0"/>
    <w:rsid w:val="007F42B5"/>
    <w:rsid w:val="007F5EF5"/>
    <w:rsid w:val="007F61C2"/>
    <w:rsid w:val="007F6391"/>
    <w:rsid w:val="00801568"/>
    <w:rsid w:val="00804E95"/>
    <w:rsid w:val="008067C8"/>
    <w:rsid w:val="00806930"/>
    <w:rsid w:val="0080745D"/>
    <w:rsid w:val="008074F6"/>
    <w:rsid w:val="00810FBE"/>
    <w:rsid w:val="00811EA0"/>
    <w:rsid w:val="00813B54"/>
    <w:rsid w:val="00813CA3"/>
    <w:rsid w:val="00815525"/>
    <w:rsid w:val="00821FE1"/>
    <w:rsid w:val="00826288"/>
    <w:rsid w:val="00831524"/>
    <w:rsid w:val="008335E6"/>
    <w:rsid w:val="008409DA"/>
    <w:rsid w:val="0084398C"/>
    <w:rsid w:val="00846B81"/>
    <w:rsid w:val="008506BE"/>
    <w:rsid w:val="00852897"/>
    <w:rsid w:val="00856C69"/>
    <w:rsid w:val="00856F07"/>
    <w:rsid w:val="008579B9"/>
    <w:rsid w:val="008620AE"/>
    <w:rsid w:val="00862691"/>
    <w:rsid w:val="00863DBA"/>
    <w:rsid w:val="00864644"/>
    <w:rsid w:val="0086478E"/>
    <w:rsid w:val="00867A04"/>
    <w:rsid w:val="0087136A"/>
    <w:rsid w:val="0087205D"/>
    <w:rsid w:val="008746BA"/>
    <w:rsid w:val="008746FA"/>
    <w:rsid w:val="00876734"/>
    <w:rsid w:val="008801EC"/>
    <w:rsid w:val="008815E6"/>
    <w:rsid w:val="00881D16"/>
    <w:rsid w:val="00882B62"/>
    <w:rsid w:val="008856A0"/>
    <w:rsid w:val="0089087E"/>
    <w:rsid w:val="00891293"/>
    <w:rsid w:val="0089219C"/>
    <w:rsid w:val="008942F5"/>
    <w:rsid w:val="0089604B"/>
    <w:rsid w:val="0089669E"/>
    <w:rsid w:val="008A4A24"/>
    <w:rsid w:val="008A5DD3"/>
    <w:rsid w:val="008A652B"/>
    <w:rsid w:val="008A6FB0"/>
    <w:rsid w:val="008A737E"/>
    <w:rsid w:val="008B07F6"/>
    <w:rsid w:val="008B1F45"/>
    <w:rsid w:val="008B525F"/>
    <w:rsid w:val="008B6840"/>
    <w:rsid w:val="008B7B21"/>
    <w:rsid w:val="008C2B2A"/>
    <w:rsid w:val="008C382F"/>
    <w:rsid w:val="008C76BF"/>
    <w:rsid w:val="008C7770"/>
    <w:rsid w:val="008D003C"/>
    <w:rsid w:val="008D112E"/>
    <w:rsid w:val="008D30B1"/>
    <w:rsid w:val="008D4800"/>
    <w:rsid w:val="008D49E4"/>
    <w:rsid w:val="008F049D"/>
    <w:rsid w:val="008F2063"/>
    <w:rsid w:val="008F464B"/>
    <w:rsid w:val="008F522A"/>
    <w:rsid w:val="008F5890"/>
    <w:rsid w:val="008F6C3D"/>
    <w:rsid w:val="008F7E6D"/>
    <w:rsid w:val="00901057"/>
    <w:rsid w:val="009024F1"/>
    <w:rsid w:val="00902BA1"/>
    <w:rsid w:val="009070A0"/>
    <w:rsid w:val="00910B5A"/>
    <w:rsid w:val="00910ED7"/>
    <w:rsid w:val="00913C72"/>
    <w:rsid w:val="00914AA5"/>
    <w:rsid w:val="00920FE2"/>
    <w:rsid w:val="0092120E"/>
    <w:rsid w:val="0092290B"/>
    <w:rsid w:val="009302C1"/>
    <w:rsid w:val="00931446"/>
    <w:rsid w:val="00931F1E"/>
    <w:rsid w:val="009320FC"/>
    <w:rsid w:val="00933329"/>
    <w:rsid w:val="009355E0"/>
    <w:rsid w:val="00936E35"/>
    <w:rsid w:val="00943B68"/>
    <w:rsid w:val="009441AB"/>
    <w:rsid w:val="00947261"/>
    <w:rsid w:val="0095020F"/>
    <w:rsid w:val="0095059A"/>
    <w:rsid w:val="009522A8"/>
    <w:rsid w:val="00954153"/>
    <w:rsid w:val="009547E9"/>
    <w:rsid w:val="009559C4"/>
    <w:rsid w:val="009569FB"/>
    <w:rsid w:val="00961A93"/>
    <w:rsid w:val="00964F1E"/>
    <w:rsid w:val="00973EA9"/>
    <w:rsid w:val="0097582E"/>
    <w:rsid w:val="00981BF7"/>
    <w:rsid w:val="00982133"/>
    <w:rsid w:val="009838EA"/>
    <w:rsid w:val="0098566E"/>
    <w:rsid w:val="00986BAC"/>
    <w:rsid w:val="00987726"/>
    <w:rsid w:val="00990077"/>
    <w:rsid w:val="00991400"/>
    <w:rsid w:val="00991969"/>
    <w:rsid w:val="009958EC"/>
    <w:rsid w:val="009A005D"/>
    <w:rsid w:val="009A1BED"/>
    <w:rsid w:val="009A1D7A"/>
    <w:rsid w:val="009A3883"/>
    <w:rsid w:val="009A3CDF"/>
    <w:rsid w:val="009A79C7"/>
    <w:rsid w:val="009B21A3"/>
    <w:rsid w:val="009B3639"/>
    <w:rsid w:val="009B4807"/>
    <w:rsid w:val="009B5E38"/>
    <w:rsid w:val="009C19CA"/>
    <w:rsid w:val="009C579B"/>
    <w:rsid w:val="009C6060"/>
    <w:rsid w:val="009C6AFC"/>
    <w:rsid w:val="009C7EB6"/>
    <w:rsid w:val="009D4880"/>
    <w:rsid w:val="009E41DB"/>
    <w:rsid w:val="009E54AF"/>
    <w:rsid w:val="009E6589"/>
    <w:rsid w:val="009E7749"/>
    <w:rsid w:val="009E782A"/>
    <w:rsid w:val="009F0285"/>
    <w:rsid w:val="009F5459"/>
    <w:rsid w:val="009F7BC0"/>
    <w:rsid w:val="00A017D5"/>
    <w:rsid w:val="00A0213E"/>
    <w:rsid w:val="00A02CDD"/>
    <w:rsid w:val="00A0523B"/>
    <w:rsid w:val="00A05250"/>
    <w:rsid w:val="00A0639B"/>
    <w:rsid w:val="00A07A2A"/>
    <w:rsid w:val="00A15EB6"/>
    <w:rsid w:val="00A16910"/>
    <w:rsid w:val="00A1727A"/>
    <w:rsid w:val="00A17CF0"/>
    <w:rsid w:val="00A20FC1"/>
    <w:rsid w:val="00A22A77"/>
    <w:rsid w:val="00A24B15"/>
    <w:rsid w:val="00A255EB"/>
    <w:rsid w:val="00A27B39"/>
    <w:rsid w:val="00A30A89"/>
    <w:rsid w:val="00A31587"/>
    <w:rsid w:val="00A31CBC"/>
    <w:rsid w:val="00A37EB1"/>
    <w:rsid w:val="00A43E6E"/>
    <w:rsid w:val="00A51E92"/>
    <w:rsid w:val="00A52687"/>
    <w:rsid w:val="00A61257"/>
    <w:rsid w:val="00A618B5"/>
    <w:rsid w:val="00A61CDF"/>
    <w:rsid w:val="00A6217E"/>
    <w:rsid w:val="00A623D6"/>
    <w:rsid w:val="00A64B4C"/>
    <w:rsid w:val="00A7179A"/>
    <w:rsid w:val="00A71ECE"/>
    <w:rsid w:val="00A753A8"/>
    <w:rsid w:val="00A75C07"/>
    <w:rsid w:val="00A77C88"/>
    <w:rsid w:val="00A836CE"/>
    <w:rsid w:val="00A84B3F"/>
    <w:rsid w:val="00A85CF8"/>
    <w:rsid w:val="00A866BA"/>
    <w:rsid w:val="00A86774"/>
    <w:rsid w:val="00A871EC"/>
    <w:rsid w:val="00A9259C"/>
    <w:rsid w:val="00A93C32"/>
    <w:rsid w:val="00A94A86"/>
    <w:rsid w:val="00AA01DF"/>
    <w:rsid w:val="00AA0771"/>
    <w:rsid w:val="00AA3469"/>
    <w:rsid w:val="00AA5749"/>
    <w:rsid w:val="00AA5EDA"/>
    <w:rsid w:val="00AA72C2"/>
    <w:rsid w:val="00AB0279"/>
    <w:rsid w:val="00AB3E8C"/>
    <w:rsid w:val="00AB5594"/>
    <w:rsid w:val="00AB63D0"/>
    <w:rsid w:val="00AB647E"/>
    <w:rsid w:val="00AC15A8"/>
    <w:rsid w:val="00AC1B85"/>
    <w:rsid w:val="00AC2FCF"/>
    <w:rsid w:val="00AC3F5F"/>
    <w:rsid w:val="00AC4DEB"/>
    <w:rsid w:val="00AC53C4"/>
    <w:rsid w:val="00AC6EB6"/>
    <w:rsid w:val="00AC6FA1"/>
    <w:rsid w:val="00AD0A6D"/>
    <w:rsid w:val="00AD0D8C"/>
    <w:rsid w:val="00AD3BBC"/>
    <w:rsid w:val="00AD507E"/>
    <w:rsid w:val="00AD664F"/>
    <w:rsid w:val="00AD78DB"/>
    <w:rsid w:val="00AE1CB7"/>
    <w:rsid w:val="00AE4B64"/>
    <w:rsid w:val="00AE51A1"/>
    <w:rsid w:val="00AE5418"/>
    <w:rsid w:val="00AE74F5"/>
    <w:rsid w:val="00AF0ECB"/>
    <w:rsid w:val="00AF4FF4"/>
    <w:rsid w:val="00AF5CA0"/>
    <w:rsid w:val="00AF7700"/>
    <w:rsid w:val="00AF7B99"/>
    <w:rsid w:val="00B0059A"/>
    <w:rsid w:val="00B010AE"/>
    <w:rsid w:val="00B0140E"/>
    <w:rsid w:val="00B032A7"/>
    <w:rsid w:val="00B1006D"/>
    <w:rsid w:val="00B12796"/>
    <w:rsid w:val="00B134A0"/>
    <w:rsid w:val="00B15EF7"/>
    <w:rsid w:val="00B225EA"/>
    <w:rsid w:val="00B2431B"/>
    <w:rsid w:val="00B248D6"/>
    <w:rsid w:val="00B26AAB"/>
    <w:rsid w:val="00B2714F"/>
    <w:rsid w:val="00B27A10"/>
    <w:rsid w:val="00B27C7A"/>
    <w:rsid w:val="00B306D2"/>
    <w:rsid w:val="00B317ED"/>
    <w:rsid w:val="00B34F5B"/>
    <w:rsid w:val="00B35200"/>
    <w:rsid w:val="00B3596C"/>
    <w:rsid w:val="00B36D0F"/>
    <w:rsid w:val="00B45767"/>
    <w:rsid w:val="00B46453"/>
    <w:rsid w:val="00B46FCD"/>
    <w:rsid w:val="00B478F0"/>
    <w:rsid w:val="00B60447"/>
    <w:rsid w:val="00B629D3"/>
    <w:rsid w:val="00B62E51"/>
    <w:rsid w:val="00B64285"/>
    <w:rsid w:val="00B65A37"/>
    <w:rsid w:val="00B663FB"/>
    <w:rsid w:val="00B67047"/>
    <w:rsid w:val="00B701CD"/>
    <w:rsid w:val="00B72F29"/>
    <w:rsid w:val="00B75A60"/>
    <w:rsid w:val="00B82274"/>
    <w:rsid w:val="00B82ACB"/>
    <w:rsid w:val="00B82CB4"/>
    <w:rsid w:val="00B83471"/>
    <w:rsid w:val="00B84C50"/>
    <w:rsid w:val="00B850C0"/>
    <w:rsid w:val="00B850DC"/>
    <w:rsid w:val="00B878D5"/>
    <w:rsid w:val="00B92A1D"/>
    <w:rsid w:val="00B9336D"/>
    <w:rsid w:val="00B94750"/>
    <w:rsid w:val="00B95198"/>
    <w:rsid w:val="00B97711"/>
    <w:rsid w:val="00BA7B3D"/>
    <w:rsid w:val="00BB0343"/>
    <w:rsid w:val="00BB394E"/>
    <w:rsid w:val="00BB6C0F"/>
    <w:rsid w:val="00BC2486"/>
    <w:rsid w:val="00BC73E2"/>
    <w:rsid w:val="00BD0295"/>
    <w:rsid w:val="00BD0554"/>
    <w:rsid w:val="00BD2CF4"/>
    <w:rsid w:val="00BD6C01"/>
    <w:rsid w:val="00BD6E6E"/>
    <w:rsid w:val="00BE2AD4"/>
    <w:rsid w:val="00BE3F3A"/>
    <w:rsid w:val="00BE5438"/>
    <w:rsid w:val="00BF0082"/>
    <w:rsid w:val="00BF16E4"/>
    <w:rsid w:val="00BF1A9D"/>
    <w:rsid w:val="00BF26AC"/>
    <w:rsid w:val="00BF3143"/>
    <w:rsid w:val="00BF5ACE"/>
    <w:rsid w:val="00BF6FF5"/>
    <w:rsid w:val="00C00E4D"/>
    <w:rsid w:val="00C018E8"/>
    <w:rsid w:val="00C0407F"/>
    <w:rsid w:val="00C0460A"/>
    <w:rsid w:val="00C05FD7"/>
    <w:rsid w:val="00C10C71"/>
    <w:rsid w:val="00C11CA0"/>
    <w:rsid w:val="00C21021"/>
    <w:rsid w:val="00C24BFD"/>
    <w:rsid w:val="00C2574F"/>
    <w:rsid w:val="00C2627A"/>
    <w:rsid w:val="00C278C5"/>
    <w:rsid w:val="00C3045F"/>
    <w:rsid w:val="00C30B4C"/>
    <w:rsid w:val="00C31D10"/>
    <w:rsid w:val="00C327DB"/>
    <w:rsid w:val="00C33CFC"/>
    <w:rsid w:val="00C34C49"/>
    <w:rsid w:val="00C34E5C"/>
    <w:rsid w:val="00C36743"/>
    <w:rsid w:val="00C369A1"/>
    <w:rsid w:val="00C40808"/>
    <w:rsid w:val="00C4097F"/>
    <w:rsid w:val="00C435FE"/>
    <w:rsid w:val="00C45AEF"/>
    <w:rsid w:val="00C4730A"/>
    <w:rsid w:val="00C51A86"/>
    <w:rsid w:val="00C523BA"/>
    <w:rsid w:val="00C56E8B"/>
    <w:rsid w:val="00C56E96"/>
    <w:rsid w:val="00C572D0"/>
    <w:rsid w:val="00C6451B"/>
    <w:rsid w:val="00C64587"/>
    <w:rsid w:val="00C64C55"/>
    <w:rsid w:val="00C665B2"/>
    <w:rsid w:val="00C7032A"/>
    <w:rsid w:val="00C705FB"/>
    <w:rsid w:val="00C70CEA"/>
    <w:rsid w:val="00C74BC1"/>
    <w:rsid w:val="00C751D8"/>
    <w:rsid w:val="00C7602C"/>
    <w:rsid w:val="00C773E7"/>
    <w:rsid w:val="00C7797D"/>
    <w:rsid w:val="00C77FF9"/>
    <w:rsid w:val="00C82069"/>
    <w:rsid w:val="00C82546"/>
    <w:rsid w:val="00C875C2"/>
    <w:rsid w:val="00C877BA"/>
    <w:rsid w:val="00C90E2D"/>
    <w:rsid w:val="00C91110"/>
    <w:rsid w:val="00C92ED6"/>
    <w:rsid w:val="00C9427B"/>
    <w:rsid w:val="00C96028"/>
    <w:rsid w:val="00C962F1"/>
    <w:rsid w:val="00C97123"/>
    <w:rsid w:val="00CA3BC0"/>
    <w:rsid w:val="00CB23DE"/>
    <w:rsid w:val="00CB40B7"/>
    <w:rsid w:val="00CB42BE"/>
    <w:rsid w:val="00CC200D"/>
    <w:rsid w:val="00CC3BDE"/>
    <w:rsid w:val="00CC5AF2"/>
    <w:rsid w:val="00CC77DA"/>
    <w:rsid w:val="00CD0266"/>
    <w:rsid w:val="00CD23C6"/>
    <w:rsid w:val="00CD29B5"/>
    <w:rsid w:val="00CD7576"/>
    <w:rsid w:val="00CE33B7"/>
    <w:rsid w:val="00CE74F1"/>
    <w:rsid w:val="00CE7C99"/>
    <w:rsid w:val="00CF016F"/>
    <w:rsid w:val="00CF073A"/>
    <w:rsid w:val="00CF0E8F"/>
    <w:rsid w:val="00CF277D"/>
    <w:rsid w:val="00CF71BB"/>
    <w:rsid w:val="00CF7B87"/>
    <w:rsid w:val="00CF7DCA"/>
    <w:rsid w:val="00D00327"/>
    <w:rsid w:val="00D0330E"/>
    <w:rsid w:val="00D04DD2"/>
    <w:rsid w:val="00D06890"/>
    <w:rsid w:val="00D079A3"/>
    <w:rsid w:val="00D12A5F"/>
    <w:rsid w:val="00D12B1D"/>
    <w:rsid w:val="00D21F63"/>
    <w:rsid w:val="00D248A8"/>
    <w:rsid w:val="00D268A2"/>
    <w:rsid w:val="00D2749F"/>
    <w:rsid w:val="00D27E23"/>
    <w:rsid w:val="00D301F9"/>
    <w:rsid w:val="00D32098"/>
    <w:rsid w:val="00D3279A"/>
    <w:rsid w:val="00D33EE8"/>
    <w:rsid w:val="00D3478D"/>
    <w:rsid w:val="00D361EF"/>
    <w:rsid w:val="00D36B40"/>
    <w:rsid w:val="00D36DFD"/>
    <w:rsid w:val="00D36E97"/>
    <w:rsid w:val="00D37AC3"/>
    <w:rsid w:val="00D41D1F"/>
    <w:rsid w:val="00D44418"/>
    <w:rsid w:val="00D4476D"/>
    <w:rsid w:val="00D447B4"/>
    <w:rsid w:val="00D47991"/>
    <w:rsid w:val="00D538A5"/>
    <w:rsid w:val="00D54511"/>
    <w:rsid w:val="00D54C10"/>
    <w:rsid w:val="00D5518E"/>
    <w:rsid w:val="00D56A35"/>
    <w:rsid w:val="00D60AD7"/>
    <w:rsid w:val="00D615AA"/>
    <w:rsid w:val="00D62409"/>
    <w:rsid w:val="00D63173"/>
    <w:rsid w:val="00D6434F"/>
    <w:rsid w:val="00D67337"/>
    <w:rsid w:val="00D673E1"/>
    <w:rsid w:val="00D67D94"/>
    <w:rsid w:val="00D709EC"/>
    <w:rsid w:val="00D71F3A"/>
    <w:rsid w:val="00D73465"/>
    <w:rsid w:val="00D7420C"/>
    <w:rsid w:val="00D75308"/>
    <w:rsid w:val="00D75D57"/>
    <w:rsid w:val="00D80D97"/>
    <w:rsid w:val="00D81DDA"/>
    <w:rsid w:val="00D829EE"/>
    <w:rsid w:val="00D84F5E"/>
    <w:rsid w:val="00D92003"/>
    <w:rsid w:val="00D9613C"/>
    <w:rsid w:val="00DA2161"/>
    <w:rsid w:val="00DB13E2"/>
    <w:rsid w:val="00DB1DF5"/>
    <w:rsid w:val="00DB49B0"/>
    <w:rsid w:val="00DB6D58"/>
    <w:rsid w:val="00DC089A"/>
    <w:rsid w:val="00DC10DD"/>
    <w:rsid w:val="00DC33D5"/>
    <w:rsid w:val="00DC3A1B"/>
    <w:rsid w:val="00DD1263"/>
    <w:rsid w:val="00DD2AB7"/>
    <w:rsid w:val="00DD38CC"/>
    <w:rsid w:val="00DD5AC1"/>
    <w:rsid w:val="00DD7021"/>
    <w:rsid w:val="00DD728A"/>
    <w:rsid w:val="00DE072C"/>
    <w:rsid w:val="00DE20C7"/>
    <w:rsid w:val="00DE374A"/>
    <w:rsid w:val="00DE3EAC"/>
    <w:rsid w:val="00DE3F9B"/>
    <w:rsid w:val="00DE40EC"/>
    <w:rsid w:val="00DE60AF"/>
    <w:rsid w:val="00DF0229"/>
    <w:rsid w:val="00DF1911"/>
    <w:rsid w:val="00DF21A7"/>
    <w:rsid w:val="00DF321F"/>
    <w:rsid w:val="00DF3BA4"/>
    <w:rsid w:val="00DF47CA"/>
    <w:rsid w:val="00DF726F"/>
    <w:rsid w:val="00E01482"/>
    <w:rsid w:val="00E04491"/>
    <w:rsid w:val="00E04A42"/>
    <w:rsid w:val="00E05A02"/>
    <w:rsid w:val="00E07432"/>
    <w:rsid w:val="00E077D4"/>
    <w:rsid w:val="00E118D7"/>
    <w:rsid w:val="00E1200D"/>
    <w:rsid w:val="00E12844"/>
    <w:rsid w:val="00E1325B"/>
    <w:rsid w:val="00E16CF9"/>
    <w:rsid w:val="00E17EA8"/>
    <w:rsid w:val="00E17F13"/>
    <w:rsid w:val="00E204ED"/>
    <w:rsid w:val="00E20A73"/>
    <w:rsid w:val="00E22F88"/>
    <w:rsid w:val="00E25334"/>
    <w:rsid w:val="00E31B13"/>
    <w:rsid w:val="00E31C4B"/>
    <w:rsid w:val="00E33074"/>
    <w:rsid w:val="00E372BF"/>
    <w:rsid w:val="00E42927"/>
    <w:rsid w:val="00E42B29"/>
    <w:rsid w:val="00E52F7C"/>
    <w:rsid w:val="00E54F17"/>
    <w:rsid w:val="00E564AE"/>
    <w:rsid w:val="00E56C15"/>
    <w:rsid w:val="00E57A32"/>
    <w:rsid w:val="00E60801"/>
    <w:rsid w:val="00E615C4"/>
    <w:rsid w:val="00E61FF9"/>
    <w:rsid w:val="00E62277"/>
    <w:rsid w:val="00E67B85"/>
    <w:rsid w:val="00E70DA9"/>
    <w:rsid w:val="00E815E7"/>
    <w:rsid w:val="00E8567A"/>
    <w:rsid w:val="00E91DEC"/>
    <w:rsid w:val="00E95F4B"/>
    <w:rsid w:val="00E97256"/>
    <w:rsid w:val="00E97CBB"/>
    <w:rsid w:val="00EA526C"/>
    <w:rsid w:val="00EA7886"/>
    <w:rsid w:val="00EA7BD8"/>
    <w:rsid w:val="00EA7F6F"/>
    <w:rsid w:val="00EB0B96"/>
    <w:rsid w:val="00EB27AD"/>
    <w:rsid w:val="00EB4ECD"/>
    <w:rsid w:val="00EB7A51"/>
    <w:rsid w:val="00EC2686"/>
    <w:rsid w:val="00EC27E2"/>
    <w:rsid w:val="00EC661D"/>
    <w:rsid w:val="00ED0BEB"/>
    <w:rsid w:val="00ED1A7D"/>
    <w:rsid w:val="00ED3E7E"/>
    <w:rsid w:val="00ED40EF"/>
    <w:rsid w:val="00ED42FC"/>
    <w:rsid w:val="00ED7B79"/>
    <w:rsid w:val="00ED7D14"/>
    <w:rsid w:val="00EE110E"/>
    <w:rsid w:val="00EE1BC9"/>
    <w:rsid w:val="00EE6121"/>
    <w:rsid w:val="00EF00BB"/>
    <w:rsid w:val="00EF0316"/>
    <w:rsid w:val="00EF4095"/>
    <w:rsid w:val="00EF5399"/>
    <w:rsid w:val="00EF6413"/>
    <w:rsid w:val="00EF778C"/>
    <w:rsid w:val="00EF77D2"/>
    <w:rsid w:val="00EF78F3"/>
    <w:rsid w:val="00EF7994"/>
    <w:rsid w:val="00F01A78"/>
    <w:rsid w:val="00F06487"/>
    <w:rsid w:val="00F0734D"/>
    <w:rsid w:val="00F10FC7"/>
    <w:rsid w:val="00F15B75"/>
    <w:rsid w:val="00F16044"/>
    <w:rsid w:val="00F16CAF"/>
    <w:rsid w:val="00F20368"/>
    <w:rsid w:val="00F24277"/>
    <w:rsid w:val="00F24B79"/>
    <w:rsid w:val="00F27F0E"/>
    <w:rsid w:val="00F35621"/>
    <w:rsid w:val="00F37ED6"/>
    <w:rsid w:val="00F41783"/>
    <w:rsid w:val="00F41C65"/>
    <w:rsid w:val="00F424DE"/>
    <w:rsid w:val="00F45011"/>
    <w:rsid w:val="00F46FC6"/>
    <w:rsid w:val="00F47C64"/>
    <w:rsid w:val="00F54550"/>
    <w:rsid w:val="00F5467B"/>
    <w:rsid w:val="00F55B85"/>
    <w:rsid w:val="00F577FC"/>
    <w:rsid w:val="00F601F5"/>
    <w:rsid w:val="00F60B20"/>
    <w:rsid w:val="00F61726"/>
    <w:rsid w:val="00F61A72"/>
    <w:rsid w:val="00F61F20"/>
    <w:rsid w:val="00F62B19"/>
    <w:rsid w:val="00F6612E"/>
    <w:rsid w:val="00F67254"/>
    <w:rsid w:val="00F71D26"/>
    <w:rsid w:val="00F72FF0"/>
    <w:rsid w:val="00F73CA2"/>
    <w:rsid w:val="00F806B2"/>
    <w:rsid w:val="00F81775"/>
    <w:rsid w:val="00F8262E"/>
    <w:rsid w:val="00F828A5"/>
    <w:rsid w:val="00F84869"/>
    <w:rsid w:val="00F8528E"/>
    <w:rsid w:val="00F855E5"/>
    <w:rsid w:val="00F8633C"/>
    <w:rsid w:val="00F87261"/>
    <w:rsid w:val="00F901CD"/>
    <w:rsid w:val="00F9097C"/>
    <w:rsid w:val="00F9239A"/>
    <w:rsid w:val="00F95C6F"/>
    <w:rsid w:val="00FA1DC4"/>
    <w:rsid w:val="00FA2EA0"/>
    <w:rsid w:val="00FA3100"/>
    <w:rsid w:val="00FA72A9"/>
    <w:rsid w:val="00FA74B9"/>
    <w:rsid w:val="00FB134E"/>
    <w:rsid w:val="00FB500B"/>
    <w:rsid w:val="00FB5197"/>
    <w:rsid w:val="00FC1D92"/>
    <w:rsid w:val="00FC23F6"/>
    <w:rsid w:val="00FC353D"/>
    <w:rsid w:val="00FC6189"/>
    <w:rsid w:val="00FC6910"/>
    <w:rsid w:val="00FC79B0"/>
    <w:rsid w:val="00FD07B7"/>
    <w:rsid w:val="00FD17B0"/>
    <w:rsid w:val="00FD1C5B"/>
    <w:rsid w:val="00FD1DB8"/>
    <w:rsid w:val="00FD1EEE"/>
    <w:rsid w:val="00FD249A"/>
    <w:rsid w:val="00FE1ECF"/>
    <w:rsid w:val="00FE3E1E"/>
    <w:rsid w:val="00FE5166"/>
    <w:rsid w:val="00FE7EFA"/>
    <w:rsid w:val="00FE7FA3"/>
    <w:rsid w:val="00FF0CD4"/>
    <w:rsid w:val="00FF4C52"/>
    <w:rsid w:val="00FF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2572"/>
    <w:pPr>
      <w:spacing w:line="260" w:lineRule="exact"/>
    </w:pPr>
    <w:rPr>
      <w:rFonts w:ascii="Arial" w:hAnsi="Arial"/>
      <w:szCs w:val="24"/>
      <w:lang w:val="nl-BE"/>
    </w:rPr>
  </w:style>
  <w:style w:type="paragraph" w:styleId="Heading1">
    <w:name w:val="heading 1"/>
    <w:basedOn w:val="Normal"/>
    <w:next w:val="CBPNormal"/>
    <w:link w:val="Heading1Char"/>
    <w:qFormat/>
    <w:rsid w:val="00686DF7"/>
    <w:pPr>
      <w:keepNext/>
      <w:numPr>
        <w:numId w:val="2"/>
      </w:numPr>
      <w:spacing w:before="240" w:after="120" w:line="240" w:lineRule="auto"/>
      <w:outlineLvl w:val="0"/>
    </w:pPr>
    <w:rPr>
      <w:rFonts w:cs="Arial"/>
      <w:b/>
      <w:bCs/>
      <w:color w:val="FF6600"/>
      <w:kern w:val="32"/>
      <w:sz w:val="40"/>
      <w:szCs w:val="32"/>
    </w:rPr>
  </w:style>
  <w:style w:type="paragraph" w:styleId="Heading2">
    <w:name w:val="heading 2"/>
    <w:basedOn w:val="Normal"/>
    <w:next w:val="CBPNormal"/>
    <w:qFormat/>
    <w:rsid w:val="00C0460A"/>
    <w:pPr>
      <w:keepNext/>
      <w:numPr>
        <w:ilvl w:val="1"/>
        <w:numId w:val="2"/>
      </w:numPr>
      <w:spacing w:before="240" w:after="120" w:line="240" w:lineRule="auto"/>
      <w:outlineLvl w:val="1"/>
    </w:pPr>
    <w:rPr>
      <w:b/>
      <w:bCs/>
      <w:iCs/>
      <w:color w:val="000000"/>
      <w:sz w:val="32"/>
      <w:szCs w:val="28"/>
    </w:rPr>
  </w:style>
  <w:style w:type="paragraph" w:styleId="Heading3">
    <w:name w:val="heading 3"/>
    <w:basedOn w:val="Normal"/>
    <w:next w:val="CBPNormal"/>
    <w:link w:val="Heading3Char"/>
    <w:qFormat/>
    <w:rsid w:val="00C0460A"/>
    <w:pPr>
      <w:keepNext/>
      <w:numPr>
        <w:ilvl w:val="2"/>
        <w:numId w:val="2"/>
      </w:numPr>
      <w:spacing w:before="180" w:after="120" w:line="240" w:lineRule="auto"/>
      <w:outlineLvl w:val="2"/>
    </w:pPr>
    <w:rPr>
      <w:b/>
      <w:bCs/>
      <w:color w:val="808080"/>
      <w:sz w:val="28"/>
      <w:szCs w:val="26"/>
    </w:rPr>
  </w:style>
  <w:style w:type="paragraph" w:styleId="Heading4">
    <w:name w:val="heading 4"/>
    <w:basedOn w:val="Normal"/>
    <w:next w:val="CBPNormal"/>
    <w:qFormat/>
    <w:rsid w:val="00C0460A"/>
    <w:pPr>
      <w:keepNext/>
      <w:numPr>
        <w:ilvl w:val="3"/>
        <w:numId w:val="2"/>
      </w:numPr>
      <w:spacing w:before="180" w:after="120" w:line="240" w:lineRule="auto"/>
      <w:outlineLvl w:val="3"/>
    </w:pPr>
    <w:rPr>
      <w:b/>
      <w:bCs/>
      <w:color w:val="808080"/>
      <w:sz w:val="24"/>
      <w:szCs w:val="28"/>
    </w:rPr>
  </w:style>
  <w:style w:type="paragraph" w:styleId="Heading5">
    <w:name w:val="heading 5"/>
    <w:basedOn w:val="Normal"/>
    <w:next w:val="CBPNormal"/>
    <w:qFormat/>
    <w:rsid w:val="00D2749F"/>
    <w:pPr>
      <w:keepNext/>
      <w:numPr>
        <w:ilvl w:val="4"/>
        <w:numId w:val="2"/>
      </w:numPr>
      <w:tabs>
        <w:tab w:val="clear" w:pos="1008"/>
      </w:tabs>
      <w:spacing w:before="180" w:after="120" w:line="240" w:lineRule="auto"/>
      <w:ind w:left="1418" w:hanging="1418"/>
      <w:outlineLvl w:val="4"/>
    </w:pPr>
    <w:rPr>
      <w:bCs/>
      <w:iCs/>
      <w:color w:val="000000"/>
      <w:sz w:val="22"/>
      <w:szCs w:val="26"/>
    </w:rPr>
  </w:style>
  <w:style w:type="paragraph" w:styleId="Heading6">
    <w:name w:val="heading 6"/>
    <w:basedOn w:val="Normal"/>
    <w:next w:val="CBPNormal"/>
    <w:qFormat/>
    <w:rsid w:val="00991969"/>
    <w:pPr>
      <w:numPr>
        <w:ilvl w:val="5"/>
        <w:numId w:val="2"/>
      </w:numPr>
      <w:spacing w:before="240" w:after="60"/>
      <w:outlineLvl w:val="5"/>
    </w:pPr>
    <w:rPr>
      <w:bCs/>
      <w:i/>
      <w:szCs w:val="22"/>
    </w:rPr>
  </w:style>
  <w:style w:type="paragraph" w:styleId="Heading7">
    <w:name w:val="heading 7"/>
    <w:basedOn w:val="Normal"/>
    <w:next w:val="CBPNormal"/>
    <w:qFormat/>
    <w:rsid w:val="00991969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CBPNormal"/>
    <w:qFormat/>
    <w:rsid w:val="00991969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CBPNormal"/>
    <w:qFormat/>
    <w:rsid w:val="00991969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PNormal">
    <w:name w:val="CBP Normal"/>
    <w:basedOn w:val="TableText"/>
    <w:link w:val="CBPNormalChar"/>
    <w:rsid w:val="00991969"/>
    <w:pPr>
      <w:keepNext w:val="0"/>
      <w:keepLines w:val="0"/>
      <w:spacing w:line="260" w:lineRule="exact"/>
      <w:ind w:left="851"/>
    </w:pPr>
  </w:style>
  <w:style w:type="paragraph" w:customStyle="1" w:styleId="TableText">
    <w:name w:val="Table Text"/>
    <w:basedOn w:val="Normal"/>
    <w:link w:val="TableTextChar"/>
    <w:rsid w:val="00991969"/>
    <w:pPr>
      <w:keepNext/>
      <w:keepLines/>
      <w:spacing w:line="240" w:lineRule="auto"/>
    </w:pPr>
  </w:style>
  <w:style w:type="character" w:customStyle="1" w:styleId="TableTextChar">
    <w:name w:val="Table Text Char"/>
    <w:basedOn w:val="DefaultParagraphFont"/>
    <w:link w:val="TableText"/>
    <w:rsid w:val="00B36D0F"/>
    <w:rPr>
      <w:rFonts w:ascii="Arial" w:hAnsi="Arial"/>
      <w:szCs w:val="24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5A79A9"/>
    <w:pPr>
      <w:spacing w:after="160" w:line="240" w:lineRule="exact"/>
    </w:pPr>
    <w:rPr>
      <w:rFonts w:ascii="Tahoma" w:hAnsi="Tahoma"/>
      <w:szCs w:val="20"/>
      <w:lang w:val="en-US"/>
    </w:rPr>
  </w:style>
  <w:style w:type="character" w:customStyle="1" w:styleId="CBPNormalChar">
    <w:name w:val="CBP Normal Char"/>
    <w:basedOn w:val="TableTextChar"/>
    <w:link w:val="CBPNormal"/>
    <w:rsid w:val="00B36D0F"/>
  </w:style>
  <w:style w:type="character" w:customStyle="1" w:styleId="Heading1Char">
    <w:name w:val="Heading 1 Char"/>
    <w:basedOn w:val="DefaultParagraphFont"/>
    <w:link w:val="Heading1"/>
    <w:rsid w:val="00686DF7"/>
    <w:rPr>
      <w:rFonts w:ascii="Arial" w:hAnsi="Arial" w:cs="Arial"/>
      <w:b/>
      <w:bCs/>
      <w:color w:val="FF6600"/>
      <w:kern w:val="32"/>
      <w:sz w:val="40"/>
      <w:szCs w:val="32"/>
      <w:lang w:val="nl-BE" w:eastAsia="en-US" w:bidi="ar-SA"/>
    </w:rPr>
  </w:style>
  <w:style w:type="character" w:customStyle="1" w:styleId="Heading3Char">
    <w:name w:val="Heading 3 Char"/>
    <w:basedOn w:val="DefaultParagraphFont"/>
    <w:link w:val="Heading3"/>
    <w:rsid w:val="00C0460A"/>
    <w:rPr>
      <w:rFonts w:ascii="Arial" w:hAnsi="Arial"/>
      <w:b/>
      <w:bCs/>
      <w:color w:val="808080"/>
      <w:sz w:val="28"/>
      <w:szCs w:val="26"/>
      <w:lang w:val="nl-BE" w:eastAsia="en-US" w:bidi="ar-SA"/>
    </w:rPr>
  </w:style>
  <w:style w:type="character" w:styleId="PageNumber">
    <w:name w:val="page number"/>
    <w:basedOn w:val="DefaultParagraphFont"/>
    <w:rsid w:val="00991969"/>
  </w:style>
  <w:style w:type="paragraph" w:styleId="Header">
    <w:name w:val="header"/>
    <w:basedOn w:val="Normal"/>
    <w:autoRedefine/>
    <w:rsid w:val="008074F6"/>
    <w:pPr>
      <w:pBdr>
        <w:top w:val="single" w:sz="4" w:space="1" w:color="003366"/>
        <w:bottom w:val="single" w:sz="4" w:space="1" w:color="003366"/>
      </w:pBdr>
      <w:tabs>
        <w:tab w:val="center" w:pos="4536"/>
        <w:tab w:val="right" w:pos="9072"/>
      </w:tabs>
      <w:spacing w:line="240" w:lineRule="auto"/>
    </w:pPr>
    <w:rPr>
      <w:rFonts w:ascii="Arial Narrow" w:hAnsi="Arial Narrow"/>
      <w:color w:val="808080"/>
      <w:sz w:val="24"/>
    </w:rPr>
  </w:style>
  <w:style w:type="paragraph" w:styleId="Footer">
    <w:name w:val="footer"/>
    <w:basedOn w:val="Normal"/>
    <w:rsid w:val="003B361B"/>
    <w:pPr>
      <w:pBdr>
        <w:top w:val="single" w:sz="4" w:space="1" w:color="003366"/>
      </w:pBdr>
      <w:tabs>
        <w:tab w:val="center" w:pos="4536"/>
        <w:tab w:val="right" w:pos="9072"/>
      </w:tabs>
      <w:spacing w:line="240" w:lineRule="auto"/>
    </w:pPr>
    <w:rPr>
      <w:color w:val="003366"/>
      <w:sz w:val="16"/>
    </w:rPr>
  </w:style>
  <w:style w:type="paragraph" w:customStyle="1" w:styleId="TableHeading">
    <w:name w:val="Table Heading"/>
    <w:basedOn w:val="Normal"/>
    <w:next w:val="TableText"/>
    <w:rsid w:val="00991969"/>
    <w:pPr>
      <w:keepNext/>
      <w:keepLines/>
      <w:spacing w:line="240" w:lineRule="auto"/>
    </w:pPr>
    <w:rPr>
      <w:b/>
      <w:color w:val="003366"/>
    </w:rPr>
  </w:style>
  <w:style w:type="paragraph" w:customStyle="1" w:styleId="Picture">
    <w:name w:val="Picture"/>
    <w:basedOn w:val="Normal"/>
    <w:next w:val="Normal"/>
    <w:rsid w:val="00991969"/>
    <w:pPr>
      <w:spacing w:before="240" w:after="240" w:line="240" w:lineRule="auto"/>
      <w:ind w:left="851"/>
      <w:jc w:val="center"/>
    </w:pPr>
    <w:rPr>
      <w:color w:val="003366"/>
    </w:rPr>
  </w:style>
  <w:style w:type="paragraph" w:styleId="FootnoteText">
    <w:name w:val="footnote text"/>
    <w:basedOn w:val="Normal"/>
    <w:semiHidden/>
    <w:rsid w:val="00991969"/>
    <w:pPr>
      <w:spacing w:line="240" w:lineRule="auto"/>
    </w:pPr>
    <w:rPr>
      <w:rFonts w:ascii="Times New Roman" w:hAnsi="Times New Roman"/>
      <w:szCs w:val="20"/>
    </w:rPr>
  </w:style>
  <w:style w:type="paragraph" w:styleId="TOC1">
    <w:name w:val="toc 1"/>
    <w:basedOn w:val="Normal"/>
    <w:next w:val="CBPNormal"/>
    <w:semiHidden/>
    <w:rsid w:val="009E54AF"/>
    <w:pPr>
      <w:tabs>
        <w:tab w:val="left" w:pos="1985"/>
        <w:tab w:val="right" w:leader="dot" w:pos="7887"/>
      </w:tabs>
      <w:spacing w:before="240" w:after="120" w:line="240" w:lineRule="auto"/>
      <w:ind w:left="1985" w:right="1134" w:hanging="851"/>
    </w:pPr>
    <w:rPr>
      <w:rFonts w:ascii="Arial Black" w:hAnsi="Arial Black"/>
      <w:color w:val="FF6600"/>
    </w:rPr>
  </w:style>
  <w:style w:type="paragraph" w:styleId="TOC4">
    <w:name w:val="toc 4"/>
    <w:basedOn w:val="Normal"/>
    <w:next w:val="CBPNormal"/>
    <w:semiHidden/>
    <w:rsid w:val="009E54AF"/>
    <w:pPr>
      <w:tabs>
        <w:tab w:val="left" w:pos="1985"/>
        <w:tab w:val="right" w:leader="dot" w:pos="7887"/>
      </w:tabs>
      <w:spacing w:after="80" w:line="240" w:lineRule="auto"/>
      <w:ind w:left="1985" w:right="1134" w:hanging="851"/>
    </w:pPr>
    <w:rPr>
      <w:color w:val="000000"/>
      <w:sz w:val="16"/>
    </w:rPr>
  </w:style>
  <w:style w:type="paragraph" w:styleId="TOC2">
    <w:name w:val="toc 2"/>
    <w:basedOn w:val="Normal"/>
    <w:next w:val="CBPNormal"/>
    <w:semiHidden/>
    <w:rsid w:val="009E54AF"/>
    <w:pPr>
      <w:tabs>
        <w:tab w:val="left" w:pos="1985"/>
        <w:tab w:val="right" w:leader="dot" w:pos="7887"/>
      </w:tabs>
      <w:spacing w:before="80" w:after="80"/>
      <w:ind w:left="1985" w:right="1134" w:hanging="851"/>
    </w:pPr>
    <w:rPr>
      <w:b/>
      <w:color w:val="000000"/>
    </w:rPr>
  </w:style>
  <w:style w:type="paragraph" w:styleId="TOC3">
    <w:name w:val="toc 3"/>
    <w:basedOn w:val="Normal"/>
    <w:next w:val="CBPNormal"/>
    <w:semiHidden/>
    <w:rsid w:val="009E54AF"/>
    <w:pPr>
      <w:tabs>
        <w:tab w:val="left" w:pos="1985"/>
        <w:tab w:val="right" w:leader="dot" w:pos="7887"/>
      </w:tabs>
      <w:spacing w:before="80" w:after="120" w:line="240" w:lineRule="auto"/>
      <w:ind w:left="1985" w:right="1134" w:hanging="851"/>
    </w:pPr>
    <w:rPr>
      <w:color w:val="808080"/>
      <w:sz w:val="18"/>
    </w:rPr>
  </w:style>
  <w:style w:type="paragraph" w:styleId="TOC5">
    <w:name w:val="toc 5"/>
    <w:basedOn w:val="Normal"/>
    <w:next w:val="CBPNormal"/>
    <w:autoRedefine/>
    <w:semiHidden/>
    <w:rsid w:val="009E54AF"/>
    <w:pPr>
      <w:tabs>
        <w:tab w:val="right" w:leader="dot" w:pos="7740"/>
      </w:tabs>
      <w:ind w:left="1134" w:right="1134" w:firstLine="459"/>
      <w:outlineLvl w:val="4"/>
    </w:pPr>
    <w:rPr>
      <w:noProof/>
      <w:color w:val="000000"/>
      <w:sz w:val="16"/>
    </w:rPr>
  </w:style>
  <w:style w:type="paragraph" w:styleId="TOC6">
    <w:name w:val="toc 6"/>
    <w:basedOn w:val="Normal"/>
    <w:next w:val="CBPNormal"/>
    <w:autoRedefine/>
    <w:semiHidden/>
    <w:rsid w:val="009E54AF"/>
    <w:pPr>
      <w:ind w:left="1000" w:firstLine="460"/>
    </w:pPr>
    <w:rPr>
      <w:color w:val="000000"/>
    </w:rPr>
  </w:style>
  <w:style w:type="paragraph" w:styleId="TOC7">
    <w:name w:val="toc 7"/>
    <w:basedOn w:val="Normal"/>
    <w:next w:val="CBPNormal"/>
    <w:autoRedefine/>
    <w:semiHidden/>
    <w:rsid w:val="009E54AF"/>
    <w:pPr>
      <w:ind w:left="1200" w:firstLine="460"/>
    </w:pPr>
    <w:rPr>
      <w:color w:val="000000"/>
    </w:rPr>
  </w:style>
  <w:style w:type="paragraph" w:styleId="TOC8">
    <w:name w:val="toc 8"/>
    <w:basedOn w:val="Normal"/>
    <w:next w:val="CBPNormal"/>
    <w:autoRedefine/>
    <w:semiHidden/>
    <w:rsid w:val="00991969"/>
    <w:pPr>
      <w:ind w:left="1400" w:firstLine="460"/>
    </w:pPr>
  </w:style>
  <w:style w:type="paragraph" w:styleId="TOC9">
    <w:name w:val="toc 9"/>
    <w:basedOn w:val="Normal"/>
    <w:next w:val="CBPNormal"/>
    <w:autoRedefine/>
    <w:semiHidden/>
    <w:rsid w:val="00991969"/>
    <w:pPr>
      <w:ind w:left="1600" w:firstLine="460"/>
    </w:pPr>
  </w:style>
  <w:style w:type="character" w:styleId="Hyperlink">
    <w:name w:val="Hyperlink"/>
    <w:basedOn w:val="DefaultParagraphFont"/>
    <w:rsid w:val="00991969"/>
    <w:rPr>
      <w:color w:val="0000FF"/>
      <w:u w:val="single"/>
    </w:rPr>
  </w:style>
  <w:style w:type="paragraph" w:styleId="TableofFigures">
    <w:name w:val="table of figures"/>
    <w:basedOn w:val="Normal"/>
    <w:next w:val="Normal"/>
    <w:semiHidden/>
    <w:rsid w:val="00991969"/>
    <w:pPr>
      <w:spacing w:before="80" w:after="80" w:line="240" w:lineRule="auto"/>
      <w:ind w:left="1985" w:right="1134" w:hanging="851"/>
    </w:pPr>
    <w:rPr>
      <w:b/>
      <w:iCs/>
      <w:color w:val="003366"/>
    </w:rPr>
  </w:style>
  <w:style w:type="paragraph" w:customStyle="1" w:styleId="NumberedText">
    <w:name w:val="Numbered Text"/>
    <w:basedOn w:val="Normal"/>
    <w:rsid w:val="00991969"/>
    <w:pPr>
      <w:numPr>
        <w:numId w:val="3"/>
      </w:numPr>
      <w:spacing w:before="120" w:after="120" w:line="240" w:lineRule="auto"/>
    </w:pPr>
  </w:style>
  <w:style w:type="character" w:styleId="FollowedHyperlink">
    <w:name w:val="FollowedHyperlink"/>
    <w:basedOn w:val="DefaultParagraphFont"/>
    <w:rsid w:val="00991969"/>
    <w:rPr>
      <w:color w:val="800080"/>
      <w:u w:val="single"/>
    </w:rPr>
  </w:style>
  <w:style w:type="paragraph" w:styleId="Caption">
    <w:name w:val="caption"/>
    <w:basedOn w:val="Normal"/>
    <w:next w:val="CBPNormal"/>
    <w:qFormat/>
    <w:rsid w:val="00991969"/>
    <w:pPr>
      <w:spacing w:before="120" w:after="120" w:line="240" w:lineRule="auto"/>
      <w:jc w:val="center"/>
    </w:pPr>
    <w:rPr>
      <w:bCs/>
      <w:color w:val="FF7F01"/>
      <w:szCs w:val="20"/>
      <w:lang w:val="en-GB"/>
    </w:rPr>
  </w:style>
  <w:style w:type="paragraph" w:styleId="NormalIndent">
    <w:name w:val="Normal Indent"/>
    <w:basedOn w:val="Normal"/>
    <w:rsid w:val="00991969"/>
    <w:pPr>
      <w:spacing w:line="240" w:lineRule="auto"/>
      <w:ind w:left="720" w:hanging="360"/>
    </w:pPr>
    <w:rPr>
      <w:szCs w:val="20"/>
    </w:rPr>
  </w:style>
  <w:style w:type="character" w:styleId="FootnoteReference">
    <w:name w:val="footnote reference"/>
    <w:basedOn w:val="DefaultParagraphFont"/>
    <w:semiHidden/>
    <w:rsid w:val="00991969"/>
    <w:rPr>
      <w:vertAlign w:val="superscript"/>
    </w:rPr>
  </w:style>
  <w:style w:type="character" w:styleId="CommentReference">
    <w:name w:val="annotation reference"/>
    <w:basedOn w:val="DefaultParagraphFont"/>
    <w:semiHidden/>
    <w:rsid w:val="00991969"/>
    <w:rPr>
      <w:sz w:val="16"/>
      <w:szCs w:val="16"/>
    </w:rPr>
  </w:style>
  <w:style w:type="paragraph" w:styleId="CommentText">
    <w:name w:val="annotation text"/>
    <w:basedOn w:val="Normal"/>
    <w:semiHidden/>
    <w:rsid w:val="00991969"/>
    <w:rPr>
      <w:szCs w:val="20"/>
    </w:rPr>
  </w:style>
  <w:style w:type="paragraph" w:styleId="DocumentMap">
    <w:name w:val="Document Map"/>
    <w:basedOn w:val="Normal"/>
    <w:semiHidden/>
    <w:rsid w:val="00991969"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Normal"/>
    <w:rsid w:val="00991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25">
    <w:name w:val="xl25"/>
    <w:basedOn w:val="Normal"/>
    <w:rsid w:val="009919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26">
    <w:name w:val="xl26"/>
    <w:basedOn w:val="Normal"/>
    <w:rsid w:val="009919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27">
    <w:name w:val="xl27"/>
    <w:basedOn w:val="Normal"/>
    <w:rsid w:val="0099196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28">
    <w:name w:val="xl28"/>
    <w:basedOn w:val="Normal"/>
    <w:rsid w:val="009919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29">
    <w:name w:val="xl29"/>
    <w:basedOn w:val="Normal"/>
    <w:rsid w:val="009919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0">
    <w:name w:val="xl30"/>
    <w:basedOn w:val="Normal"/>
    <w:rsid w:val="0099196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1">
    <w:name w:val="xl31"/>
    <w:basedOn w:val="Normal"/>
    <w:rsid w:val="009919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2">
    <w:name w:val="xl32"/>
    <w:basedOn w:val="Normal"/>
    <w:rsid w:val="009919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3">
    <w:name w:val="xl33"/>
    <w:basedOn w:val="Normal"/>
    <w:rsid w:val="00991969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4">
    <w:name w:val="xl34"/>
    <w:basedOn w:val="Normal"/>
    <w:rsid w:val="0099196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5">
    <w:name w:val="xl35"/>
    <w:basedOn w:val="Normal"/>
    <w:rsid w:val="009919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6">
    <w:name w:val="xl36"/>
    <w:basedOn w:val="Normal"/>
    <w:rsid w:val="009919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7">
    <w:name w:val="xl37"/>
    <w:basedOn w:val="Normal"/>
    <w:rsid w:val="00991969"/>
    <w:pPr>
      <w:pBdr>
        <w:left w:val="single" w:sz="4" w:space="0" w:color="auto"/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8">
    <w:name w:val="xl38"/>
    <w:basedOn w:val="Normal"/>
    <w:rsid w:val="00991969"/>
    <w:pPr>
      <w:pBdr>
        <w:bottom w:val="single" w:sz="4" w:space="0" w:color="auto"/>
      </w:pBdr>
      <w:shd w:val="clear" w:color="auto" w:fill="969696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39">
    <w:name w:val="xl39"/>
    <w:basedOn w:val="Normal"/>
    <w:rsid w:val="00991969"/>
    <w:pPr>
      <w:shd w:val="clear" w:color="auto" w:fill="00FF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0">
    <w:name w:val="xl40"/>
    <w:basedOn w:val="Normal"/>
    <w:rsid w:val="0099196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1">
    <w:name w:val="xl41"/>
    <w:basedOn w:val="Normal"/>
    <w:rsid w:val="009919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2">
    <w:name w:val="xl42"/>
    <w:basedOn w:val="Normal"/>
    <w:rsid w:val="009919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3">
    <w:name w:val="xl43"/>
    <w:basedOn w:val="Normal"/>
    <w:rsid w:val="00991969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4">
    <w:name w:val="xl44"/>
    <w:basedOn w:val="Normal"/>
    <w:rsid w:val="00991969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5">
    <w:name w:val="xl45"/>
    <w:basedOn w:val="Normal"/>
    <w:rsid w:val="009919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6">
    <w:name w:val="xl46"/>
    <w:basedOn w:val="Normal"/>
    <w:rsid w:val="00991969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7">
    <w:name w:val="xl47"/>
    <w:basedOn w:val="Normal"/>
    <w:rsid w:val="00991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8">
    <w:name w:val="xl48"/>
    <w:basedOn w:val="Normal"/>
    <w:rsid w:val="00991969"/>
    <w:pPr>
      <w:pBdr>
        <w:top w:val="single" w:sz="4" w:space="0" w:color="auto"/>
        <w:left w:val="single" w:sz="4" w:space="0" w:color="auto"/>
      </w:pBdr>
      <w:shd w:val="clear" w:color="auto" w:fill="0080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9">
    <w:name w:val="xl49"/>
    <w:basedOn w:val="Normal"/>
    <w:rsid w:val="00991969"/>
    <w:pPr>
      <w:pBdr>
        <w:left w:val="single" w:sz="4" w:space="0" w:color="auto"/>
      </w:pBdr>
      <w:shd w:val="clear" w:color="auto" w:fill="339966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0">
    <w:name w:val="xl50"/>
    <w:basedOn w:val="Normal"/>
    <w:rsid w:val="00991969"/>
    <w:pPr>
      <w:pBdr>
        <w:top w:val="single" w:sz="4" w:space="0" w:color="auto"/>
        <w:left w:val="single" w:sz="4" w:space="0" w:color="auto"/>
      </w:pBdr>
      <w:shd w:val="clear" w:color="auto" w:fill="80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1">
    <w:name w:val="xl51"/>
    <w:basedOn w:val="Normal"/>
    <w:rsid w:val="00991969"/>
    <w:pPr>
      <w:pBdr>
        <w:top w:val="single" w:sz="4" w:space="0" w:color="auto"/>
      </w:pBdr>
      <w:shd w:val="clear" w:color="auto" w:fill="80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2">
    <w:name w:val="xl52"/>
    <w:basedOn w:val="Normal"/>
    <w:rsid w:val="00991969"/>
    <w:pPr>
      <w:shd w:val="clear" w:color="auto" w:fill="9933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3">
    <w:name w:val="xl53"/>
    <w:basedOn w:val="Normal"/>
    <w:rsid w:val="00991969"/>
    <w:pPr>
      <w:shd w:val="clear" w:color="auto" w:fill="9933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4">
    <w:name w:val="xl54"/>
    <w:basedOn w:val="Normal"/>
    <w:rsid w:val="00991969"/>
    <w:pPr>
      <w:pBdr>
        <w:right w:val="single" w:sz="4" w:space="0" w:color="auto"/>
      </w:pBdr>
      <w:shd w:val="clear" w:color="auto" w:fill="9933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5">
    <w:name w:val="xl55"/>
    <w:basedOn w:val="Normal"/>
    <w:rsid w:val="00991969"/>
    <w:pPr>
      <w:pBdr>
        <w:left w:val="single" w:sz="4" w:space="0" w:color="auto"/>
      </w:pBdr>
      <w:shd w:val="clear" w:color="auto" w:fill="9933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6">
    <w:name w:val="xl56"/>
    <w:basedOn w:val="Normal"/>
    <w:rsid w:val="00991969"/>
    <w:pPr>
      <w:shd w:val="clear" w:color="auto" w:fill="FF00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7">
    <w:name w:val="xl57"/>
    <w:basedOn w:val="Normal"/>
    <w:rsid w:val="00991969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8">
    <w:name w:val="xl58"/>
    <w:basedOn w:val="Normal"/>
    <w:rsid w:val="00991969"/>
    <w:pPr>
      <w:pBdr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59">
    <w:name w:val="xl59"/>
    <w:basedOn w:val="Normal"/>
    <w:rsid w:val="00991969"/>
    <w:pPr>
      <w:pBdr>
        <w:lef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0">
    <w:name w:val="xl60"/>
    <w:basedOn w:val="Normal"/>
    <w:rsid w:val="00991969"/>
    <w:pPr>
      <w:shd w:val="clear" w:color="auto" w:fill="FF99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1">
    <w:name w:val="xl61"/>
    <w:basedOn w:val="Normal"/>
    <w:rsid w:val="00991969"/>
    <w:pPr>
      <w:pBdr>
        <w:right w:val="single" w:sz="4" w:space="0" w:color="auto"/>
      </w:pBdr>
      <w:shd w:val="clear" w:color="auto" w:fill="FF99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2">
    <w:name w:val="xl62"/>
    <w:basedOn w:val="Normal"/>
    <w:rsid w:val="00991969"/>
    <w:pPr>
      <w:pBdr>
        <w:left w:val="single" w:sz="4" w:space="0" w:color="auto"/>
      </w:pBdr>
      <w:shd w:val="clear" w:color="auto" w:fill="FF99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3">
    <w:name w:val="xl63"/>
    <w:basedOn w:val="Normal"/>
    <w:rsid w:val="00991969"/>
    <w:pPr>
      <w:shd w:val="clear" w:color="auto" w:fill="FFCC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4">
    <w:name w:val="xl64"/>
    <w:basedOn w:val="Normal"/>
    <w:rsid w:val="00991969"/>
    <w:pPr>
      <w:pBdr>
        <w:right w:val="single" w:sz="4" w:space="0" w:color="auto"/>
      </w:pBdr>
      <w:shd w:val="clear" w:color="auto" w:fill="FFCC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5">
    <w:name w:val="xl65"/>
    <w:basedOn w:val="Normal"/>
    <w:rsid w:val="00991969"/>
    <w:pPr>
      <w:pBdr>
        <w:left w:val="single" w:sz="4" w:space="0" w:color="auto"/>
      </w:pBdr>
      <w:shd w:val="clear" w:color="auto" w:fill="FFCC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6">
    <w:name w:val="xl66"/>
    <w:basedOn w:val="Normal"/>
    <w:rsid w:val="00991969"/>
    <w:pPr>
      <w:pBdr>
        <w:top w:val="single" w:sz="4" w:space="0" w:color="auto"/>
        <w:left w:val="single" w:sz="4" w:space="0" w:color="auto"/>
      </w:pBdr>
      <w:shd w:val="clear" w:color="auto" w:fill="80808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7">
    <w:name w:val="xl67"/>
    <w:basedOn w:val="Normal"/>
    <w:rsid w:val="00991969"/>
    <w:pPr>
      <w:pBdr>
        <w:top w:val="single" w:sz="4" w:space="0" w:color="auto"/>
      </w:pBdr>
      <w:shd w:val="clear" w:color="auto" w:fill="0080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8">
    <w:name w:val="xl68"/>
    <w:basedOn w:val="Normal"/>
    <w:rsid w:val="00991969"/>
    <w:pPr>
      <w:shd w:val="clear" w:color="auto" w:fill="339966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69">
    <w:name w:val="xl69"/>
    <w:basedOn w:val="Normal"/>
    <w:rsid w:val="00991969"/>
    <w:pPr>
      <w:shd w:val="clear" w:color="auto" w:fill="99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0">
    <w:name w:val="xl70"/>
    <w:basedOn w:val="Normal"/>
    <w:rsid w:val="00991969"/>
    <w:pPr>
      <w:shd w:val="clear" w:color="auto" w:fill="808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1">
    <w:name w:val="xl71"/>
    <w:basedOn w:val="Normal"/>
    <w:rsid w:val="00991969"/>
    <w:pPr>
      <w:pBdr>
        <w:right w:val="single" w:sz="4" w:space="0" w:color="auto"/>
      </w:pBdr>
      <w:shd w:val="clear" w:color="auto" w:fill="99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2">
    <w:name w:val="xl72"/>
    <w:basedOn w:val="Normal"/>
    <w:rsid w:val="00991969"/>
    <w:pPr>
      <w:pBdr>
        <w:right w:val="single" w:sz="4" w:space="0" w:color="auto"/>
      </w:pBdr>
      <w:shd w:val="clear" w:color="auto" w:fill="00FF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3">
    <w:name w:val="xl73"/>
    <w:basedOn w:val="Normal"/>
    <w:rsid w:val="00991969"/>
    <w:pPr>
      <w:pBdr>
        <w:top w:val="single" w:sz="4" w:space="0" w:color="auto"/>
      </w:pBdr>
      <w:shd w:val="clear" w:color="auto" w:fill="80808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4">
    <w:name w:val="xl74"/>
    <w:basedOn w:val="Normal"/>
    <w:rsid w:val="00991969"/>
    <w:pPr>
      <w:pBdr>
        <w:top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5">
    <w:name w:val="xl75"/>
    <w:basedOn w:val="Normal"/>
    <w:rsid w:val="00991969"/>
    <w:pPr>
      <w:pBdr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6">
    <w:name w:val="xl76"/>
    <w:basedOn w:val="Normal"/>
    <w:rsid w:val="009919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7">
    <w:name w:val="xl77"/>
    <w:basedOn w:val="Normal"/>
    <w:rsid w:val="009919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8">
    <w:name w:val="xl78"/>
    <w:basedOn w:val="Normal"/>
    <w:rsid w:val="009919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79">
    <w:name w:val="xl79"/>
    <w:basedOn w:val="Normal"/>
    <w:rsid w:val="009919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0">
    <w:name w:val="xl80"/>
    <w:basedOn w:val="Normal"/>
    <w:rsid w:val="009919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1">
    <w:name w:val="xl81"/>
    <w:basedOn w:val="Normal"/>
    <w:rsid w:val="009919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2">
    <w:name w:val="xl82"/>
    <w:basedOn w:val="Normal"/>
    <w:rsid w:val="009919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3">
    <w:name w:val="xl83"/>
    <w:basedOn w:val="Normal"/>
    <w:rsid w:val="00991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4">
    <w:name w:val="xl84"/>
    <w:basedOn w:val="Normal"/>
    <w:rsid w:val="009919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5">
    <w:name w:val="xl85"/>
    <w:basedOn w:val="Normal"/>
    <w:rsid w:val="00991969"/>
    <w:pPr>
      <w:shd w:val="clear" w:color="auto" w:fill="FF808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6">
    <w:name w:val="xl86"/>
    <w:basedOn w:val="Normal"/>
    <w:rsid w:val="00991969"/>
    <w:pPr>
      <w:pBdr>
        <w:right w:val="single" w:sz="4" w:space="0" w:color="auto"/>
      </w:pBdr>
      <w:shd w:val="clear" w:color="auto" w:fill="FF808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7">
    <w:name w:val="xl87"/>
    <w:basedOn w:val="Normal"/>
    <w:rsid w:val="00991969"/>
    <w:pPr>
      <w:pBdr>
        <w:left w:val="single" w:sz="4" w:space="0" w:color="auto"/>
      </w:pBdr>
      <w:shd w:val="clear" w:color="auto" w:fill="FF808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8">
    <w:name w:val="xl88"/>
    <w:basedOn w:val="Normal"/>
    <w:rsid w:val="00991969"/>
    <w:pPr>
      <w:pBdr>
        <w:lef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89">
    <w:name w:val="xl89"/>
    <w:basedOn w:val="Normal"/>
    <w:rsid w:val="00991969"/>
    <w:pPr>
      <w:shd w:val="clear" w:color="auto" w:fill="FFFF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90">
    <w:name w:val="xl90"/>
    <w:basedOn w:val="Normal"/>
    <w:rsid w:val="00991969"/>
    <w:pPr>
      <w:shd w:val="clear" w:color="FFFF00" w:fill="FFFF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91">
    <w:name w:val="xl91"/>
    <w:basedOn w:val="Normal"/>
    <w:rsid w:val="00991969"/>
    <w:pPr>
      <w:pBdr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92">
    <w:name w:val="xl92"/>
    <w:basedOn w:val="Normal"/>
    <w:rsid w:val="00991969"/>
    <w:pPr>
      <w:pBdr>
        <w:left w:val="single" w:sz="4" w:space="0" w:color="auto"/>
        <w:bottom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93">
    <w:name w:val="xl93"/>
    <w:basedOn w:val="Normal"/>
    <w:rsid w:val="00991969"/>
    <w:pPr>
      <w:pBdr>
        <w:bottom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94">
    <w:name w:val="xl94"/>
    <w:basedOn w:val="Normal"/>
    <w:rsid w:val="00991969"/>
    <w:pPr>
      <w:pBdr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lang w:val="en-GB"/>
    </w:rPr>
  </w:style>
  <w:style w:type="paragraph" w:styleId="BodyText">
    <w:name w:val="Body Text"/>
    <w:basedOn w:val="Normal"/>
    <w:rsid w:val="00BE3F3A"/>
    <w:pPr>
      <w:spacing w:after="120" w:line="240" w:lineRule="auto"/>
    </w:pPr>
    <w:rPr>
      <w:szCs w:val="20"/>
    </w:rPr>
  </w:style>
  <w:style w:type="table" w:styleId="TableGrid">
    <w:name w:val="Table Grid"/>
    <w:basedOn w:val="TableNormal"/>
    <w:rsid w:val="00564C0C"/>
    <w:pPr>
      <w:spacing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6458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EF6413"/>
    <w:rPr>
      <w:b/>
      <w:bCs/>
    </w:rPr>
  </w:style>
  <w:style w:type="paragraph" w:customStyle="1" w:styleId="Prestatie">
    <w:name w:val="Prestatie"/>
    <w:basedOn w:val="BodyText"/>
    <w:rsid w:val="00B850C0"/>
    <w:pPr>
      <w:spacing w:after="60" w:line="220" w:lineRule="atLeast"/>
      <w:ind w:right="-120"/>
      <w:jc w:val="both"/>
    </w:pPr>
    <w:rPr>
      <w:rFonts w:eastAsia="Batang"/>
      <w:spacing w:val="-5"/>
      <w:lang w:val="nl-NL"/>
    </w:rPr>
  </w:style>
  <w:style w:type="paragraph" w:customStyle="1" w:styleId="Tabletitle">
    <w:name w:val="Table_title"/>
    <w:basedOn w:val="Normal"/>
    <w:rsid w:val="00B850C0"/>
    <w:pPr>
      <w:spacing w:line="240" w:lineRule="auto"/>
    </w:pPr>
    <w:rPr>
      <w:rFonts w:ascii="AvantGarde" w:hAnsi="AvantGarde"/>
      <w:b/>
      <w:color w:val="008080"/>
      <w:szCs w:val="20"/>
    </w:rPr>
  </w:style>
  <w:style w:type="paragraph" w:customStyle="1" w:styleId="tableNormal0">
    <w:name w:val="table_Normal"/>
    <w:basedOn w:val="Normal"/>
    <w:rsid w:val="00B850C0"/>
    <w:pPr>
      <w:spacing w:line="240" w:lineRule="auto"/>
    </w:pPr>
    <w:rPr>
      <w:rFonts w:ascii="AvantGarde" w:hAnsi="AvantGarde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1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7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1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8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8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2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5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1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2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6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Algemeen\Project_Structuur\Template%20Project%20Char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Project Charter.dot</Template>
  <TotalTime>0</TotalTime>
  <Pages>6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Application Engineers</Company>
  <LinksUpToDate>false</LinksUpToDate>
  <CharactersWithSpaces>3869</CharactersWithSpaces>
  <SharedDoc>false</SharedDoc>
  <HLinks>
    <vt:vector size="108" baseType="variant"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_Toc281307284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_Toc281307283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_Toc281307282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_Toc281307281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_Toc281307280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_Toc281307279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_Toc281307278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_Toc281307277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_Toc281307276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_Toc281307275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_Toc281307274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_Toc281307273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_Toc281307272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_Toc281307271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_Toc281307270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_Toc281307269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_Toc281307268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_Toc281307267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3838</dc:creator>
  <cp:keywords/>
  <dc:description/>
  <cp:lastModifiedBy>template</cp:lastModifiedBy>
  <cp:revision>12</cp:revision>
  <cp:lastPrinted>2008-07-04T12:16:00Z</cp:lastPrinted>
  <dcterms:created xsi:type="dcterms:W3CDTF">2012-04-07T14:38:00Z</dcterms:created>
  <dcterms:modified xsi:type="dcterms:W3CDTF">2012-05-03T08:53:00Z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9. Project Human Resource Management">
    <vt:lpwstr/>
  </property>
  <property fmtid="{D5CDD505-2E9C-101B-9397-08002B2CF9AE}" pid="3" name="12. Project Procurement Management">
    <vt:lpwstr/>
  </property>
  <property fmtid="{D5CDD505-2E9C-101B-9397-08002B2CF9AE}" pid="4" name="Category0">
    <vt:lpwstr>4.1 Develop Project Charter</vt:lpwstr>
  </property>
  <property fmtid="{D5CDD505-2E9C-101B-9397-08002B2CF9AE}" pid="5" name="5. Project Scope Management">
    <vt:lpwstr/>
  </property>
  <property fmtid="{D5CDD505-2E9C-101B-9397-08002B2CF9AE}" pid="6" name="6. Project Time Management">
    <vt:lpwstr/>
  </property>
  <property fmtid="{D5CDD505-2E9C-101B-9397-08002B2CF9AE}" pid="7" name="7. Project Cost Management">
    <vt:lpwstr/>
  </property>
  <property fmtid="{D5CDD505-2E9C-101B-9397-08002B2CF9AE}" pid="8" name="10. Project Communications Mangement">
    <vt:lpwstr/>
  </property>
  <property fmtid="{D5CDD505-2E9C-101B-9397-08002B2CF9AE}" pid="9" name="11. Project Risk Management">
    <vt:lpwstr/>
  </property>
  <property fmtid="{D5CDD505-2E9C-101B-9397-08002B2CF9AE}" pid="10" name="8. Project Quality Management">
    <vt:lpwstr/>
  </property>
</Properties>
</file>